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FDE93" w14:textId="77777777" w:rsidR="00B6330F" w:rsidRPr="00B6330F" w:rsidRDefault="00B6330F" w:rsidP="00B6330F">
      <w:pPr>
        <w:shd w:val="clear" w:color="auto" w:fill="92D050"/>
        <w:jc w:val="both"/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6330F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Značka, obchodný názov:</w:t>
      </w:r>
    </w:p>
    <w:tbl>
      <w:tblPr>
        <w:tblW w:w="9200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534"/>
        <w:gridCol w:w="3685"/>
        <w:gridCol w:w="1260"/>
        <w:gridCol w:w="1260"/>
        <w:gridCol w:w="1260"/>
        <w:gridCol w:w="1201"/>
      </w:tblGrid>
      <w:tr w:rsidR="00B6330F" w:rsidRPr="00B6330F" w14:paraId="2E718A1F" w14:textId="77777777" w:rsidTr="00B178F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1412F59D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P. č.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36653871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Technické parametre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64330790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Jednotka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14B60837" w14:textId="77777777" w:rsidR="00B6330F" w:rsidRPr="00B6330F" w:rsidRDefault="00B6330F" w:rsidP="00B6330F">
            <w:pPr>
              <w:jc w:val="center"/>
              <w:rPr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6330F">
              <w:rPr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Minimum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2665E4D9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Maximum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2E091B85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Presná hodnota</w:t>
            </w:r>
          </w:p>
        </w:tc>
      </w:tr>
      <w:tr w:rsidR="00B6330F" w:rsidRPr="00B6330F" w14:paraId="2E3F6325" w14:textId="77777777" w:rsidTr="00B178F8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CC81B4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8CA4E" w14:textId="77777777" w:rsidR="00B6330F" w:rsidRPr="00B6330F" w:rsidRDefault="00B6330F" w:rsidP="00B6330F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 xml:space="preserve">Osobný automobil kategórie M1, N1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95EC1A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F6C25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34CB50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8B047" w14:textId="33677750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</w:t>
            </w:r>
          </w:p>
        </w:tc>
      </w:tr>
      <w:tr w:rsidR="00B6330F" w:rsidRPr="00B6330F" w14:paraId="5CAFE238" w14:textId="77777777" w:rsidTr="00B178F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CB43A1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E5261" w14:textId="77777777" w:rsidR="00B6330F" w:rsidRPr="00B6330F" w:rsidRDefault="00B6330F" w:rsidP="00B6330F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 xml:space="preserve">Objem valcov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B1360" w14:textId="77777777" w:rsidR="00B6330F" w:rsidRPr="00B6330F" w:rsidRDefault="00B6330F" w:rsidP="00B6330F">
            <w:pPr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cm3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3364B" w14:textId="36B7926F" w:rsidR="00B6330F" w:rsidRPr="00CE28EB" w:rsidRDefault="00B6330F" w:rsidP="00B6330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28EB">
              <w:rPr>
                <w:b/>
                <w:bCs/>
                <w:color w:val="000000"/>
                <w:sz w:val="22"/>
                <w:szCs w:val="22"/>
              </w:rPr>
              <w:t xml:space="preserve">1 </w:t>
            </w:r>
            <w:r w:rsidR="00A51AEE" w:rsidRPr="00CE28EB">
              <w:rPr>
                <w:b/>
                <w:bCs/>
                <w:color w:val="000000"/>
                <w:sz w:val="22"/>
                <w:szCs w:val="22"/>
              </w:rPr>
              <w:t>600</w:t>
            </w:r>
            <w:r w:rsidRPr="00CE28E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6D527" w14:textId="77777777" w:rsidR="00B6330F" w:rsidRPr="00CE28EB" w:rsidRDefault="00B6330F" w:rsidP="00B6330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28EB">
              <w:rPr>
                <w:b/>
                <w:bCs/>
                <w:color w:val="000000"/>
                <w:sz w:val="22"/>
                <w:szCs w:val="22"/>
              </w:rPr>
              <w:t>2 000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6EC2762" w14:textId="77777777" w:rsidR="00B6330F" w:rsidRPr="00B6330F" w:rsidRDefault="00B6330F" w:rsidP="00B6330F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6330F" w:rsidRPr="00B6330F" w14:paraId="1B1C1201" w14:textId="77777777" w:rsidTr="00B178F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8675DA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42188" w14:textId="77777777" w:rsidR="00B6330F" w:rsidRPr="00B6330F" w:rsidRDefault="00B6330F" w:rsidP="00B6330F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 xml:space="preserve">Počet valcov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7497B" w14:textId="77777777" w:rsidR="00B6330F" w:rsidRPr="00B6330F" w:rsidRDefault="00B6330F" w:rsidP="00B6330F">
            <w:pPr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ABCD1" w14:textId="77777777" w:rsidR="00B6330F" w:rsidRPr="00CE28EB" w:rsidRDefault="00B6330F" w:rsidP="00B6330F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28EB">
              <w:rPr>
                <w:b/>
                <w:bCs/>
                <w:color w:val="000000"/>
                <w:sz w:val="22"/>
                <w:szCs w:val="22"/>
              </w:rPr>
              <w:t xml:space="preserve">4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A5C30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99F9B78" w14:textId="77777777" w:rsidR="00B6330F" w:rsidRPr="00B6330F" w:rsidRDefault="00B6330F" w:rsidP="00B6330F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6330F" w:rsidRPr="00B6330F" w14:paraId="1FED406E" w14:textId="77777777" w:rsidTr="00B178F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EB67D0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FA59EC" w14:textId="77777777" w:rsidR="00B6330F" w:rsidRPr="00B6330F" w:rsidRDefault="00B6330F" w:rsidP="00B6330F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Výkon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897E3" w14:textId="77777777" w:rsidR="00B6330F" w:rsidRPr="00B6330F" w:rsidRDefault="00B6330F" w:rsidP="00B6330F">
            <w:pPr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kW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7C18B" w14:textId="67AC5DBE" w:rsidR="00B6330F" w:rsidRPr="00CE28EB" w:rsidRDefault="00A51AEE" w:rsidP="00B6330F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28EB">
              <w:rPr>
                <w:b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8E8C9" w14:textId="61C70CFB" w:rsidR="00B6330F" w:rsidRPr="00CE28EB" w:rsidRDefault="00B6330F" w:rsidP="00B6330F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28EB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A51AEE" w:rsidRPr="00CE28EB">
              <w:rPr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AE72117" w14:textId="77777777" w:rsidR="00B6330F" w:rsidRPr="00B6330F" w:rsidRDefault="00B6330F" w:rsidP="00B6330F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6330F" w:rsidRPr="00B6330F" w14:paraId="14DB43A8" w14:textId="77777777" w:rsidTr="00B178F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BCD8F6E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045623" w14:textId="77777777" w:rsidR="00B6330F" w:rsidRPr="00B6330F" w:rsidRDefault="00B6330F" w:rsidP="00B6330F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Úžitková hmotnosť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9695B32" w14:textId="77777777" w:rsidR="00B6330F" w:rsidRPr="00B6330F" w:rsidRDefault="00B6330F" w:rsidP="00B6330F">
            <w:pPr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C8F3E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370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6FFD96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C6048F1" w14:textId="77777777" w:rsidR="00B6330F" w:rsidRPr="00B6330F" w:rsidRDefault="00B6330F" w:rsidP="00B6330F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6330F" w:rsidRPr="00B6330F" w14:paraId="49514B8C" w14:textId="77777777" w:rsidTr="00B178F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ABF527B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6.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CC1957" w14:textId="77777777" w:rsidR="00B6330F" w:rsidRPr="00B6330F" w:rsidRDefault="00B6330F" w:rsidP="00B6330F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Prevodovka automatická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F50496" w14:textId="77777777" w:rsidR="00B6330F" w:rsidRPr="00B6330F" w:rsidRDefault="00B6330F" w:rsidP="00B6330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DAA22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4CAAB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94FE6AD" w14:textId="77777777" w:rsidR="00B6330F" w:rsidRPr="00B6330F" w:rsidRDefault="00B6330F" w:rsidP="00B6330F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6330F" w:rsidRPr="00B6330F" w14:paraId="3946073A" w14:textId="77777777" w:rsidTr="00B178F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CC0563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7.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78468" w14:textId="77777777" w:rsidR="00B6330F" w:rsidRPr="00B6330F" w:rsidRDefault="00B6330F" w:rsidP="00B6330F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Objem batožinového priestoru bez sklopených zadných sedadiel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F2A4D" w14:textId="77777777" w:rsidR="00B6330F" w:rsidRPr="00B6330F" w:rsidRDefault="00B6330F" w:rsidP="00B6330F">
            <w:pPr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liter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69F5D" w14:textId="60C65FC8" w:rsidR="00B6330F" w:rsidRPr="000D7FAA" w:rsidRDefault="000D7FAA" w:rsidP="00B6330F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D7FAA">
              <w:rPr>
                <w:b/>
                <w:bCs/>
                <w:color w:val="000000"/>
                <w:sz w:val="22"/>
                <w:szCs w:val="22"/>
              </w:rPr>
              <w:t>370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CB95B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11FBA98" w14:textId="77777777" w:rsidR="00B6330F" w:rsidRPr="00B6330F" w:rsidRDefault="00B6330F" w:rsidP="00B6330F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6330F" w:rsidRPr="00B6330F" w14:paraId="633FD361" w14:textId="77777777" w:rsidTr="00B178F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9003C7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8.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EDC815" w14:textId="77777777" w:rsidR="00B6330F" w:rsidRPr="00B6330F" w:rsidRDefault="00B6330F" w:rsidP="00B6330F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 xml:space="preserve">Rázvor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1787E" w14:textId="77777777" w:rsidR="00B6330F" w:rsidRPr="00B6330F" w:rsidRDefault="00B6330F" w:rsidP="00B6330F">
            <w:pPr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8295B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2 550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748A5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BAAD1CE" w14:textId="77777777" w:rsidR="00B6330F" w:rsidRPr="00B6330F" w:rsidRDefault="00B6330F" w:rsidP="00B6330F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6330F" w:rsidRPr="00B6330F" w14:paraId="5A93A601" w14:textId="77777777" w:rsidTr="00B178F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9D20B5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9.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C8BE3" w14:textId="77777777" w:rsidR="00B6330F" w:rsidRPr="00B6330F" w:rsidRDefault="00B6330F" w:rsidP="00B6330F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Dĺžka vozidla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F258E" w14:textId="77777777" w:rsidR="00B6330F" w:rsidRPr="00B6330F" w:rsidRDefault="00B6330F" w:rsidP="00B6330F">
            <w:pPr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0AB3A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4 100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D5B201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41A935A" w14:textId="77777777" w:rsidR="00B6330F" w:rsidRPr="00B6330F" w:rsidRDefault="00B6330F" w:rsidP="00B6330F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6330F" w:rsidRPr="00B6330F" w14:paraId="0A72BE2A" w14:textId="77777777" w:rsidTr="00B178F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D546B0C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10.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A9BA0C5" w14:textId="77777777" w:rsidR="00B6330F" w:rsidRPr="00B6330F" w:rsidRDefault="00B6330F" w:rsidP="00B6330F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 xml:space="preserve">Šírka vozidla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7397AF" w14:textId="77777777" w:rsidR="00B6330F" w:rsidRPr="00B6330F" w:rsidRDefault="00B6330F" w:rsidP="00B6330F">
            <w:pPr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8EE08E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1 760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49621A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2 025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E457A54" w14:textId="77777777" w:rsidR="00B6330F" w:rsidRPr="00B6330F" w:rsidRDefault="00B6330F" w:rsidP="00B6330F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6330F" w:rsidRPr="00B6330F" w14:paraId="6C99F1A3" w14:textId="77777777" w:rsidTr="00B178F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F5F5F8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11.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EA2B72" w14:textId="77777777" w:rsidR="00B6330F" w:rsidRPr="00B6330F" w:rsidRDefault="00B6330F" w:rsidP="00B6330F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Výška vozidla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19418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B5B45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1 530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195E54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1 900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1448472" w14:textId="77777777" w:rsidR="00B6330F" w:rsidRPr="00B6330F" w:rsidRDefault="00B6330F" w:rsidP="00B6330F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6330F" w:rsidRPr="00B6330F" w14:paraId="46B3FEED" w14:textId="77777777" w:rsidTr="00B178F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8D7ED87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12.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C042DD" w14:textId="77777777" w:rsidR="00B6330F" w:rsidRPr="00B6330F" w:rsidRDefault="00B6330F" w:rsidP="00B6330F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Svetlá výška vozidla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D1E48F" w14:textId="77777777" w:rsidR="00B6330F" w:rsidRPr="00B6330F" w:rsidRDefault="00B6330F" w:rsidP="00B6330F">
            <w:pPr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A3EB5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170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469DD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ADE2165" w14:textId="77777777" w:rsidR="00B6330F" w:rsidRPr="00B6330F" w:rsidRDefault="00B6330F" w:rsidP="00B6330F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6330F" w:rsidRPr="00B6330F" w14:paraId="4DA16E46" w14:textId="77777777" w:rsidTr="00B178F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479EC5" w14:textId="77777777" w:rsidR="00B6330F" w:rsidRPr="00B6330F" w:rsidRDefault="00B6330F" w:rsidP="00B6330F">
            <w:pPr>
              <w:jc w:val="center"/>
              <w:rPr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 xml:space="preserve">13.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2A8C9" w14:textId="77777777" w:rsidR="00B6330F" w:rsidRPr="00B6330F" w:rsidRDefault="00B6330F" w:rsidP="00B6330F">
            <w:pPr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Objem palivovej nádrže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1E9DC" w14:textId="77777777" w:rsidR="00B6330F" w:rsidRPr="00B6330F" w:rsidRDefault="00B6330F" w:rsidP="00B6330F">
            <w:pPr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liter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5684C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F2178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E13EE15" w14:textId="77777777" w:rsidR="00B6330F" w:rsidRPr="00B6330F" w:rsidRDefault="00B6330F" w:rsidP="00B6330F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6330F" w:rsidRPr="00B6330F" w14:paraId="598DFFB5" w14:textId="77777777" w:rsidTr="00B178F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105AAE" w14:textId="77777777" w:rsidR="00B6330F" w:rsidRPr="00B6330F" w:rsidRDefault="00B6330F" w:rsidP="00B6330F">
            <w:pPr>
              <w:jc w:val="center"/>
              <w:rPr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14.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73AA97" w14:textId="77777777" w:rsidR="00B6330F" w:rsidRPr="00B6330F" w:rsidRDefault="00B6330F" w:rsidP="00B6330F">
            <w:pPr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 xml:space="preserve">Emisie CO2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4337B" w14:textId="77777777" w:rsidR="00B6330F" w:rsidRPr="00B6330F" w:rsidRDefault="00B6330F" w:rsidP="00B6330F">
            <w:pPr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g/km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7BA3F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50BE14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170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F98F222" w14:textId="77777777" w:rsidR="00B6330F" w:rsidRPr="00B6330F" w:rsidRDefault="00B6330F" w:rsidP="00B6330F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6330F" w:rsidRPr="00B6330F" w14:paraId="5077DECF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3797983F" w14:textId="77777777" w:rsidR="00B6330F" w:rsidRPr="00B6330F" w:rsidRDefault="00B6330F" w:rsidP="00B633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4DB88C64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b/>
                <w:sz w:val="22"/>
                <w:szCs w:val="22"/>
              </w:rPr>
              <w:t>Technické vlastnosti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3BEEBA8F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b/>
                <w:sz w:val="22"/>
                <w:szCs w:val="22"/>
              </w:rPr>
              <w:t xml:space="preserve">Hodnota / charakteristika                             </w:t>
            </w:r>
          </w:p>
        </w:tc>
      </w:tr>
      <w:tr w:rsidR="00B6330F" w:rsidRPr="00B6330F" w14:paraId="5525C055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B8364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C6526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Farba interiéru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14A21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 xml:space="preserve">čierna (sivá, tmavá)                                          </w:t>
            </w:r>
            <w:r w:rsidRPr="00B6330F">
              <w:rPr>
                <w:b/>
                <w:bCs/>
                <w:sz w:val="22"/>
                <w:szCs w:val="22"/>
              </w:rPr>
              <w:t>áno/nie</w:t>
            </w:r>
          </w:p>
        </w:tc>
      </w:tr>
      <w:tr w:rsidR="00B6330F" w:rsidRPr="00B6330F" w14:paraId="36B750EB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06FBF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DBB752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Farba karosérie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4A2D3" w14:textId="13F430DB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A51AEE">
              <w:rPr>
                <w:b/>
                <w:bCs/>
                <w:sz w:val="22"/>
                <w:szCs w:val="22"/>
              </w:rPr>
              <w:t xml:space="preserve">biela </w:t>
            </w:r>
            <w:r w:rsidRPr="00B6330F">
              <w:rPr>
                <w:sz w:val="22"/>
                <w:szCs w:val="22"/>
              </w:rPr>
              <w:t xml:space="preserve">                                                      </w:t>
            </w:r>
            <w:r w:rsidR="00A51AEE">
              <w:rPr>
                <w:sz w:val="22"/>
                <w:szCs w:val="22"/>
              </w:rPr>
              <w:t xml:space="preserve">  </w:t>
            </w:r>
            <w:r w:rsidRPr="00B6330F">
              <w:rPr>
                <w:sz w:val="22"/>
                <w:szCs w:val="22"/>
              </w:rPr>
              <w:t xml:space="preserve">       </w:t>
            </w:r>
            <w:r w:rsidRPr="00B6330F">
              <w:rPr>
                <w:b/>
                <w:bCs/>
                <w:sz w:val="22"/>
                <w:szCs w:val="22"/>
              </w:rPr>
              <w:t xml:space="preserve"> áno/nie</w:t>
            </w:r>
          </w:p>
        </w:tc>
      </w:tr>
      <w:tr w:rsidR="00B6330F" w:rsidRPr="00B6330F" w14:paraId="61BDAED0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8202A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E6A81A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Rok výroby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BB3CE" w14:textId="6536B542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 xml:space="preserve">2023  </w:t>
            </w:r>
            <w:r w:rsidR="00A51AEE">
              <w:rPr>
                <w:sz w:val="22"/>
                <w:szCs w:val="22"/>
              </w:rPr>
              <w:t xml:space="preserve">- 2024  </w:t>
            </w:r>
            <w:r w:rsidRPr="00B6330F">
              <w:rPr>
                <w:sz w:val="22"/>
                <w:szCs w:val="22"/>
              </w:rPr>
              <w:t xml:space="preserve">                                                  </w:t>
            </w:r>
            <w:r w:rsidRPr="00B6330F">
              <w:rPr>
                <w:b/>
                <w:bCs/>
                <w:sz w:val="22"/>
                <w:szCs w:val="22"/>
              </w:rPr>
              <w:t xml:space="preserve"> áno/nie</w:t>
            </w:r>
          </w:p>
        </w:tc>
      </w:tr>
      <w:tr w:rsidR="00B6330F" w:rsidRPr="00B6330F" w14:paraId="751F1BE9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E85E9E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2B34F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 xml:space="preserve">Karoséria 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5A45C" w14:textId="05017DDD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  <w:lang w:eastAsia="en-US"/>
              </w:rPr>
              <w:t>5- dverová, 5 miestna</w:t>
            </w:r>
            <w:r w:rsidRPr="00B6330F">
              <w:rPr>
                <w:b/>
                <w:bCs/>
                <w:sz w:val="22"/>
                <w:szCs w:val="22"/>
              </w:rPr>
              <w:t xml:space="preserve">                </w:t>
            </w:r>
            <w:r w:rsidR="00130424">
              <w:rPr>
                <w:b/>
                <w:bCs/>
                <w:sz w:val="22"/>
                <w:szCs w:val="22"/>
              </w:rPr>
              <w:t xml:space="preserve">     </w:t>
            </w:r>
            <w:r w:rsidRPr="00B6330F">
              <w:rPr>
                <w:b/>
                <w:bCs/>
                <w:sz w:val="22"/>
                <w:szCs w:val="22"/>
              </w:rPr>
              <w:t xml:space="preserve">                  áno/nie</w:t>
            </w:r>
          </w:p>
        </w:tc>
      </w:tr>
      <w:tr w:rsidR="00B6330F" w:rsidRPr="00B6330F" w14:paraId="1ADFB99B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EA637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B6D77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Airbagy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32DC4" w14:textId="77777777" w:rsidR="00B6330F" w:rsidRPr="00B6330F" w:rsidRDefault="00B6330F" w:rsidP="00B6330F">
            <w:pPr>
              <w:rPr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vodič, spolujazdec, bočné</w:t>
            </w:r>
            <w:r w:rsidRPr="00B6330F">
              <w:rPr>
                <w:b/>
                <w:bCs/>
                <w:sz w:val="22"/>
                <w:szCs w:val="22"/>
              </w:rPr>
              <w:t xml:space="preserve">                                áno/nie</w:t>
            </w:r>
          </w:p>
        </w:tc>
      </w:tr>
      <w:tr w:rsidR="00B6330F" w:rsidRPr="00B6330F" w14:paraId="028579B7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03D76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6.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29CA7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Motor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082C5" w14:textId="222B74D9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  <w:lang w:eastAsia="en-US"/>
              </w:rPr>
              <w:t xml:space="preserve">zážihový   </w:t>
            </w:r>
            <w:r w:rsidR="00A51AEE">
              <w:rPr>
                <w:sz w:val="22"/>
                <w:szCs w:val="22"/>
                <w:lang w:eastAsia="en-US"/>
              </w:rPr>
              <w:t xml:space="preserve">preplňovaný  </w:t>
            </w:r>
            <w:r w:rsidRPr="00B6330F">
              <w:rPr>
                <w:sz w:val="22"/>
                <w:szCs w:val="22"/>
                <w:lang w:eastAsia="en-US"/>
              </w:rPr>
              <w:t xml:space="preserve">                       </w:t>
            </w:r>
            <w:r w:rsidRPr="00B6330F">
              <w:rPr>
                <w:b/>
                <w:bCs/>
                <w:sz w:val="22"/>
                <w:szCs w:val="22"/>
              </w:rPr>
              <w:t xml:space="preserve">           áno/nie</w:t>
            </w:r>
          </w:p>
        </w:tc>
      </w:tr>
      <w:tr w:rsidR="00B6330F" w:rsidRPr="00B6330F" w14:paraId="20CDFFD1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B1328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7.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ACFC8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Palivo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20BDE" w14:textId="286F1CE7" w:rsidR="00B6330F" w:rsidRPr="00B6330F" w:rsidRDefault="00CE28EB" w:rsidP="00B6330F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n</w:t>
            </w:r>
            <w:r w:rsidRPr="00CE28EB">
              <w:rPr>
                <w:b/>
                <w:bCs/>
                <w:sz w:val="22"/>
                <w:szCs w:val="22"/>
                <w:lang w:eastAsia="en-US"/>
              </w:rPr>
              <w:t xml:space="preserve">afta        </w:t>
            </w:r>
            <w:r>
              <w:rPr>
                <w:sz w:val="22"/>
                <w:szCs w:val="22"/>
                <w:lang w:eastAsia="en-US"/>
              </w:rPr>
              <w:t xml:space="preserve">    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                     </w:t>
            </w:r>
            <w:r>
              <w:rPr>
                <w:b/>
                <w:bCs/>
                <w:sz w:val="22"/>
                <w:szCs w:val="22"/>
              </w:rPr>
              <w:t xml:space="preserve">                    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áno/nie</w:t>
            </w:r>
          </w:p>
        </w:tc>
      </w:tr>
      <w:tr w:rsidR="00B6330F" w:rsidRPr="00B6330F" w14:paraId="3BCA86A0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DBC94C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8.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63051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Pohon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866C0" w14:textId="50493F5E" w:rsidR="00B6330F" w:rsidRPr="00B6330F" w:rsidRDefault="00214D1D" w:rsidP="00B6330F">
            <w:pPr>
              <w:rPr>
                <w:rFonts w:ascii="Arial" w:hAnsi="Arial"/>
                <w:sz w:val="22"/>
                <w:szCs w:val="22"/>
              </w:rPr>
            </w:pPr>
            <w:r w:rsidRPr="00214D1D">
              <w:rPr>
                <w:b/>
                <w:bCs/>
                <w:sz w:val="22"/>
                <w:szCs w:val="22"/>
                <w:lang w:eastAsia="en-US"/>
              </w:rPr>
              <w:t>4 x 4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</w:t>
            </w:r>
            <w:r>
              <w:rPr>
                <w:b/>
                <w:bCs/>
                <w:sz w:val="22"/>
                <w:szCs w:val="22"/>
              </w:rPr>
              <w:t xml:space="preserve">  </w:t>
            </w:r>
            <w:r w:rsidR="00E13982">
              <w:rPr>
                <w:b/>
                <w:bCs/>
                <w:sz w:val="22"/>
                <w:szCs w:val="22"/>
              </w:rPr>
              <w:t xml:space="preserve">(všetkých štyroch kolies) 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E4EB5">
              <w:rPr>
                <w:b/>
                <w:bCs/>
                <w:sz w:val="22"/>
                <w:szCs w:val="22"/>
              </w:rPr>
              <w:t>SUV</w:t>
            </w:r>
            <w:r>
              <w:rPr>
                <w:b/>
                <w:bCs/>
                <w:sz w:val="22"/>
                <w:szCs w:val="22"/>
              </w:rPr>
              <w:t xml:space="preserve">     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áno/nie</w:t>
            </w:r>
          </w:p>
        </w:tc>
      </w:tr>
      <w:tr w:rsidR="00B6330F" w:rsidRPr="00B6330F" w14:paraId="2C4E5019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B8EC6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9.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C13C49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bCs/>
                <w:sz w:val="22"/>
                <w:szCs w:val="22"/>
                <w:lang w:eastAsia="en-US"/>
              </w:rPr>
              <w:t>Riadenie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2AE1C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  <w:lang w:eastAsia="en-US"/>
              </w:rPr>
              <w:t>s posilňovačom</w:t>
            </w:r>
            <w:r w:rsidRPr="00B6330F">
              <w:rPr>
                <w:b/>
                <w:bCs/>
                <w:sz w:val="22"/>
                <w:szCs w:val="22"/>
              </w:rPr>
              <w:t xml:space="preserve">                                                 áno/nie</w:t>
            </w:r>
          </w:p>
        </w:tc>
      </w:tr>
      <w:tr w:rsidR="00B6330F" w:rsidRPr="00B6330F" w14:paraId="30C59185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3A673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10.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55BAD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bCs/>
                <w:sz w:val="22"/>
                <w:szCs w:val="22"/>
                <w:lang w:eastAsia="en-US"/>
              </w:rPr>
              <w:t>Brzdy predné/zadné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AC3C7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  <w:lang w:eastAsia="en-US"/>
              </w:rPr>
              <w:t xml:space="preserve">kotúčové                                                           </w:t>
            </w:r>
            <w:r w:rsidRPr="00B6330F">
              <w:rPr>
                <w:b/>
                <w:bCs/>
                <w:sz w:val="22"/>
                <w:szCs w:val="22"/>
              </w:rPr>
              <w:t>áno/nie</w:t>
            </w:r>
          </w:p>
        </w:tc>
      </w:tr>
      <w:tr w:rsidR="00B6330F" w:rsidRPr="00B6330F" w14:paraId="0738924E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C6832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11.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60794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  <w:lang w:eastAsia="en-US"/>
              </w:rPr>
              <w:t>ABS, ESP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D8232" w14:textId="2099C5CC" w:rsidR="00B6330F" w:rsidRPr="00B6330F" w:rsidRDefault="00525F61" w:rsidP="00B6330F">
            <w:pPr>
              <w:rPr>
                <w:rFonts w:ascii="Arial" w:hAnsi="Arial"/>
                <w:sz w:val="22"/>
                <w:szCs w:val="22"/>
              </w:rPr>
            </w:pPr>
            <w:r w:rsidRPr="002A0E24">
              <w:rPr>
                <w:sz w:val="22"/>
                <w:szCs w:val="22"/>
              </w:rPr>
              <w:t xml:space="preserve">požadované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                      </w:t>
            </w:r>
            <w:r w:rsidR="002A0E24">
              <w:rPr>
                <w:b/>
                <w:bCs/>
                <w:sz w:val="22"/>
                <w:szCs w:val="22"/>
              </w:rPr>
              <w:t xml:space="preserve">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                   áno/nie</w:t>
            </w:r>
          </w:p>
        </w:tc>
      </w:tr>
      <w:tr w:rsidR="00B6330F" w:rsidRPr="00B6330F" w14:paraId="3B6545FE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518185" w14:textId="77777777" w:rsidR="00B6330F" w:rsidRPr="00B6330F" w:rsidRDefault="00B6330F" w:rsidP="00B6330F">
            <w:pPr>
              <w:jc w:val="center"/>
              <w:rPr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12.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29438" w14:textId="3C7DBEC0" w:rsidR="00B6330F" w:rsidRPr="00B6330F" w:rsidRDefault="00B6330F" w:rsidP="00B6330F">
            <w:pPr>
              <w:rPr>
                <w:sz w:val="22"/>
                <w:szCs w:val="22"/>
                <w:lang w:eastAsia="en-US"/>
              </w:rPr>
            </w:pPr>
            <w:r w:rsidRPr="00B6330F">
              <w:rPr>
                <w:sz w:val="22"/>
                <w:szCs w:val="22"/>
                <w:lang w:eastAsia="en-US"/>
              </w:rPr>
              <w:t>Imobilizér</w:t>
            </w:r>
            <w:r w:rsidR="003E5B48">
              <w:rPr>
                <w:sz w:val="22"/>
                <w:szCs w:val="22"/>
                <w:lang w:eastAsia="en-US"/>
              </w:rPr>
              <w:t xml:space="preserve"> / alarm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D1E6F" w14:textId="4645DCA7" w:rsidR="00B6330F" w:rsidRPr="00B6330F" w:rsidRDefault="003E5B48" w:rsidP="00B6330F">
            <w:pPr>
              <w:rPr>
                <w:rFonts w:ascii="Arial" w:hAnsi="Arial"/>
                <w:sz w:val="22"/>
                <w:szCs w:val="22"/>
              </w:rPr>
            </w:pPr>
            <w:r w:rsidRPr="002A0E24">
              <w:rPr>
                <w:sz w:val="22"/>
                <w:szCs w:val="22"/>
              </w:rPr>
              <w:t>požadované</w:t>
            </w:r>
            <w:r>
              <w:rPr>
                <w:b/>
                <w:bCs/>
                <w:sz w:val="22"/>
                <w:szCs w:val="22"/>
              </w:rPr>
              <w:t xml:space="preserve"> 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                     </w:t>
            </w:r>
            <w:r w:rsidR="002A0E24">
              <w:rPr>
                <w:b/>
                <w:bCs/>
                <w:sz w:val="22"/>
                <w:szCs w:val="22"/>
              </w:rPr>
              <w:t xml:space="preserve">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               áno/nie</w:t>
            </w:r>
          </w:p>
        </w:tc>
      </w:tr>
      <w:tr w:rsidR="00B6330F" w:rsidRPr="00B6330F" w14:paraId="769C063E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3AE78F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13.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21AF5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  <w:lang w:eastAsia="en-US"/>
              </w:rPr>
              <w:t>Centrálne zamykanie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12A2E" w14:textId="4C367AC6" w:rsidR="00B6330F" w:rsidRPr="00B6330F" w:rsidRDefault="00A0416A" w:rsidP="00B6330F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centrálne </w:t>
            </w:r>
            <w:r w:rsidR="00B6330F" w:rsidRPr="00B6330F">
              <w:rPr>
                <w:sz w:val="22"/>
                <w:szCs w:val="22"/>
                <w:lang w:eastAsia="en-US"/>
              </w:rPr>
              <w:t xml:space="preserve">na diaľkové ovládanie  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="00B6330F" w:rsidRPr="00B6330F">
              <w:rPr>
                <w:sz w:val="22"/>
                <w:szCs w:val="22"/>
                <w:lang w:eastAsia="en-US"/>
              </w:rPr>
              <w:t xml:space="preserve">                   </w:t>
            </w:r>
            <w:r w:rsidR="00B6330F" w:rsidRPr="00B6330F">
              <w:rPr>
                <w:b/>
                <w:bCs/>
                <w:sz w:val="22"/>
                <w:szCs w:val="22"/>
              </w:rPr>
              <w:t>áno/nie</w:t>
            </w:r>
          </w:p>
        </w:tc>
      </w:tr>
      <w:tr w:rsidR="00B6330F" w:rsidRPr="00B6330F" w14:paraId="1E5640A3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86910" w14:textId="77777777" w:rsidR="00B6330F" w:rsidRPr="00B6330F" w:rsidRDefault="00B6330F" w:rsidP="00B6330F">
            <w:pPr>
              <w:jc w:val="center"/>
              <w:rPr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14.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D3846D" w14:textId="77777777" w:rsidR="00B6330F" w:rsidRPr="00B6330F" w:rsidRDefault="00B6330F" w:rsidP="00B6330F">
            <w:pPr>
              <w:rPr>
                <w:sz w:val="22"/>
                <w:szCs w:val="22"/>
                <w:lang w:eastAsia="en-US"/>
              </w:rPr>
            </w:pPr>
            <w:r w:rsidRPr="00B6330F">
              <w:rPr>
                <w:color w:val="333333"/>
                <w:sz w:val="22"/>
                <w:szCs w:val="22"/>
              </w:rPr>
              <w:t xml:space="preserve">Kolesá 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BF582" w14:textId="30BF1C17" w:rsidR="00B6330F" w:rsidRPr="00B6330F" w:rsidRDefault="00B6330F" w:rsidP="00B6330F">
            <w:pPr>
              <w:rPr>
                <w:sz w:val="22"/>
                <w:szCs w:val="22"/>
                <w:lang w:eastAsia="en-US"/>
              </w:rPr>
            </w:pPr>
            <w:r w:rsidRPr="00B6330F">
              <w:rPr>
                <w:color w:val="333333"/>
                <w:sz w:val="22"/>
                <w:szCs w:val="22"/>
              </w:rPr>
              <w:t xml:space="preserve"> </w:t>
            </w:r>
            <w:r w:rsidRPr="005D589A">
              <w:rPr>
                <w:b/>
                <w:bCs/>
                <w:color w:val="333333"/>
                <w:sz w:val="22"/>
                <w:szCs w:val="22"/>
              </w:rPr>
              <w:t>16" - 18"</w:t>
            </w:r>
            <w:r w:rsidRPr="00B6330F">
              <w:rPr>
                <w:color w:val="333333"/>
                <w:sz w:val="22"/>
                <w:szCs w:val="22"/>
              </w:rPr>
              <w:t xml:space="preserve">                                                         </w:t>
            </w:r>
            <w:r w:rsidRPr="00B6330F">
              <w:rPr>
                <w:b/>
                <w:bCs/>
                <w:sz w:val="22"/>
                <w:szCs w:val="22"/>
              </w:rPr>
              <w:t>áno/nie</w:t>
            </w:r>
          </w:p>
        </w:tc>
      </w:tr>
      <w:tr w:rsidR="00B6330F" w:rsidRPr="00B6330F" w14:paraId="1C63ADEB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A80D5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15.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D607E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bCs/>
                <w:sz w:val="22"/>
                <w:szCs w:val="22"/>
                <w:lang w:eastAsia="en-US"/>
              </w:rPr>
              <w:t>Povinná výbava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B9803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  <w:lang w:eastAsia="en-US"/>
              </w:rPr>
              <w:t xml:space="preserve">v zmysle Vyhlášky č.134/2018 Z.z., § 25       </w:t>
            </w:r>
            <w:r w:rsidRPr="00B6330F">
              <w:rPr>
                <w:b/>
                <w:bCs/>
                <w:sz w:val="22"/>
                <w:szCs w:val="22"/>
              </w:rPr>
              <w:t xml:space="preserve"> áno/nie</w:t>
            </w:r>
          </w:p>
        </w:tc>
      </w:tr>
      <w:tr w:rsidR="00B6330F" w:rsidRPr="00B6330F" w14:paraId="6D14663F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3C98B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16.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27A3AE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bCs/>
                <w:sz w:val="22"/>
                <w:szCs w:val="22"/>
                <w:lang w:eastAsia="en-US"/>
              </w:rPr>
              <w:t xml:space="preserve">Hasiaci prístroj 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EF6F1" w14:textId="1534351F" w:rsidR="00B6330F" w:rsidRPr="00B6330F" w:rsidRDefault="00BA7A59" w:rsidP="00B6330F">
            <w:pPr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n</w:t>
            </w:r>
            <w:r w:rsidRPr="00BA7A59">
              <w:rPr>
                <w:i/>
                <w:iCs/>
                <w:sz w:val="22"/>
                <w:szCs w:val="22"/>
              </w:rPr>
              <w:t xml:space="preserve">evyhodnocuje sa </w:t>
            </w:r>
            <w:r w:rsidR="00B6330F" w:rsidRPr="00BA7A59">
              <w:rPr>
                <w:i/>
                <w:iCs/>
                <w:sz w:val="22"/>
                <w:szCs w:val="22"/>
              </w:rPr>
              <w:t xml:space="preserve">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                          </w:t>
            </w:r>
            <w:r>
              <w:rPr>
                <w:b/>
                <w:bCs/>
                <w:sz w:val="22"/>
                <w:szCs w:val="22"/>
              </w:rPr>
              <w:t xml:space="preserve"> 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     áno/nie</w:t>
            </w:r>
          </w:p>
        </w:tc>
      </w:tr>
      <w:tr w:rsidR="00B6330F" w:rsidRPr="00B6330F" w14:paraId="5C6CF540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371E7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17.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57DDE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bCs/>
                <w:sz w:val="22"/>
                <w:szCs w:val="22"/>
                <w:lang w:eastAsia="en-US"/>
              </w:rPr>
              <w:t>Elektrické otváranie okien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A640C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  <w:lang w:eastAsia="en-US"/>
              </w:rPr>
              <w:t xml:space="preserve">predných                                                           </w:t>
            </w:r>
            <w:r w:rsidRPr="00B6330F">
              <w:rPr>
                <w:b/>
                <w:bCs/>
                <w:sz w:val="22"/>
                <w:szCs w:val="22"/>
              </w:rPr>
              <w:t>áno/nie</w:t>
            </w:r>
          </w:p>
        </w:tc>
      </w:tr>
      <w:tr w:rsidR="00B6330F" w:rsidRPr="00B6330F" w14:paraId="605F90FB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990BC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18.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25923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bCs/>
                <w:sz w:val="22"/>
                <w:szCs w:val="22"/>
                <w:lang w:eastAsia="en-US"/>
              </w:rPr>
              <w:t>Tónované sklá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24938" w14:textId="641D4E30" w:rsidR="00B6330F" w:rsidRPr="00B6330F" w:rsidRDefault="00BA7A59" w:rsidP="00B6330F">
            <w:pPr>
              <w:snapToGrid w:val="0"/>
              <w:rPr>
                <w:sz w:val="22"/>
                <w:szCs w:val="22"/>
                <w:lang w:eastAsia="en-US"/>
              </w:rPr>
            </w:pPr>
            <w:r>
              <w:rPr>
                <w:i/>
                <w:iCs/>
                <w:sz w:val="22"/>
                <w:szCs w:val="22"/>
              </w:rPr>
              <w:t>n</w:t>
            </w:r>
            <w:r w:rsidRPr="00BA7A59">
              <w:rPr>
                <w:i/>
                <w:iCs/>
                <w:sz w:val="22"/>
                <w:szCs w:val="22"/>
              </w:rPr>
              <w:t xml:space="preserve">evyhodnocuje sa 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                                 áno/nie</w:t>
            </w:r>
          </w:p>
        </w:tc>
      </w:tr>
      <w:tr w:rsidR="00B6330F" w:rsidRPr="00B6330F" w14:paraId="6276E7D7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9CA65" w14:textId="77777777" w:rsidR="00B6330F" w:rsidRPr="00B6330F" w:rsidRDefault="00B6330F" w:rsidP="00B6330F">
            <w:pPr>
              <w:jc w:val="center"/>
              <w:rPr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19.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E65D09" w14:textId="77777777" w:rsidR="00B6330F" w:rsidRPr="00B6330F" w:rsidRDefault="00B6330F" w:rsidP="00B6330F">
            <w:pPr>
              <w:rPr>
                <w:bCs/>
                <w:sz w:val="22"/>
                <w:szCs w:val="22"/>
                <w:lang w:eastAsia="en-US"/>
              </w:rPr>
            </w:pPr>
            <w:r w:rsidRPr="00B6330F">
              <w:rPr>
                <w:bCs/>
                <w:sz w:val="22"/>
                <w:szCs w:val="22"/>
                <w:lang w:eastAsia="en-US"/>
              </w:rPr>
              <w:t>Zadné okno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BDBA9" w14:textId="77777777" w:rsidR="00B6330F" w:rsidRPr="00B6330F" w:rsidRDefault="00B6330F" w:rsidP="00B6330F">
            <w:pPr>
              <w:rPr>
                <w:sz w:val="22"/>
                <w:szCs w:val="22"/>
                <w:lang w:eastAsia="en-US"/>
              </w:rPr>
            </w:pPr>
            <w:r w:rsidRPr="00B6330F">
              <w:rPr>
                <w:sz w:val="22"/>
                <w:szCs w:val="22"/>
                <w:lang w:eastAsia="en-US"/>
              </w:rPr>
              <w:t>vyhrievané</w:t>
            </w:r>
            <w:r w:rsidRPr="00B6330F">
              <w:rPr>
                <w:b/>
                <w:bCs/>
                <w:sz w:val="22"/>
                <w:szCs w:val="22"/>
              </w:rPr>
              <w:t xml:space="preserve">                                                        áno/nie</w:t>
            </w:r>
          </w:p>
        </w:tc>
      </w:tr>
      <w:tr w:rsidR="00B6330F" w:rsidRPr="00B6330F" w14:paraId="237610A4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91048" w14:textId="77777777" w:rsidR="00B6330F" w:rsidRPr="00B6330F" w:rsidRDefault="00B6330F" w:rsidP="00B6330F">
            <w:pPr>
              <w:jc w:val="center"/>
              <w:rPr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20.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24039" w14:textId="77777777" w:rsidR="00B6330F" w:rsidRPr="00B6330F" w:rsidRDefault="00B6330F" w:rsidP="00B6330F">
            <w:pPr>
              <w:rPr>
                <w:bCs/>
                <w:sz w:val="22"/>
                <w:szCs w:val="22"/>
                <w:lang w:eastAsia="en-US"/>
              </w:rPr>
            </w:pPr>
            <w:r w:rsidRPr="00B6330F">
              <w:rPr>
                <w:sz w:val="22"/>
                <w:szCs w:val="22"/>
                <w:lang w:eastAsia="en-US"/>
              </w:rPr>
              <w:t>Zadný stierač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688AC" w14:textId="77777777" w:rsidR="00B6330F" w:rsidRPr="00B6330F" w:rsidRDefault="00B6330F" w:rsidP="00B6330F">
            <w:pPr>
              <w:rPr>
                <w:sz w:val="22"/>
                <w:szCs w:val="22"/>
                <w:lang w:eastAsia="en-US"/>
              </w:rPr>
            </w:pPr>
            <w:r w:rsidRPr="00B6330F">
              <w:rPr>
                <w:sz w:val="22"/>
                <w:szCs w:val="22"/>
              </w:rPr>
              <w:t xml:space="preserve">s ostrekovačom                                                </w:t>
            </w:r>
            <w:r w:rsidRPr="00B6330F">
              <w:rPr>
                <w:b/>
                <w:bCs/>
                <w:sz w:val="22"/>
                <w:szCs w:val="22"/>
              </w:rPr>
              <w:t xml:space="preserve"> áno/nie</w:t>
            </w:r>
          </w:p>
        </w:tc>
      </w:tr>
      <w:tr w:rsidR="00B6330F" w:rsidRPr="00B6330F" w14:paraId="6CA7E17E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93B79" w14:textId="77777777" w:rsidR="00B6330F" w:rsidRPr="00B6330F" w:rsidRDefault="00B6330F" w:rsidP="00B6330F">
            <w:pPr>
              <w:jc w:val="center"/>
              <w:rPr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21.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1B46E7" w14:textId="77777777" w:rsidR="00B6330F" w:rsidRPr="00B6330F" w:rsidRDefault="00B6330F" w:rsidP="00B6330F">
            <w:pPr>
              <w:rPr>
                <w:bCs/>
                <w:sz w:val="22"/>
                <w:szCs w:val="22"/>
                <w:lang w:eastAsia="en-US"/>
              </w:rPr>
            </w:pPr>
            <w:r w:rsidRPr="00B6330F">
              <w:rPr>
                <w:bCs/>
                <w:sz w:val="22"/>
                <w:szCs w:val="22"/>
                <w:lang w:eastAsia="en-US"/>
              </w:rPr>
              <w:t>Volant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C03BA" w14:textId="7E4847CA" w:rsidR="00B6330F" w:rsidRPr="00B6330F" w:rsidRDefault="00B6330F" w:rsidP="00B6330F">
            <w:pPr>
              <w:rPr>
                <w:sz w:val="22"/>
                <w:szCs w:val="22"/>
                <w:lang w:eastAsia="en-US"/>
              </w:rPr>
            </w:pPr>
            <w:r w:rsidRPr="002A0E24">
              <w:rPr>
                <w:sz w:val="22"/>
                <w:szCs w:val="22"/>
                <w:lang w:eastAsia="en-US"/>
              </w:rPr>
              <w:t>nastaviteľný</w:t>
            </w:r>
            <w:r w:rsidRPr="002A0E24">
              <w:rPr>
                <w:sz w:val="22"/>
                <w:szCs w:val="22"/>
              </w:rPr>
              <w:t xml:space="preserve">  </w:t>
            </w:r>
            <w:r w:rsidR="00214D1D" w:rsidRPr="002A0E24">
              <w:rPr>
                <w:sz w:val="22"/>
                <w:szCs w:val="22"/>
              </w:rPr>
              <w:t>výškovo i pozdĺžne</w:t>
            </w:r>
            <w:r w:rsidR="00214D1D">
              <w:rPr>
                <w:b/>
                <w:bCs/>
                <w:sz w:val="22"/>
                <w:szCs w:val="22"/>
              </w:rPr>
              <w:t xml:space="preserve"> </w:t>
            </w:r>
            <w:r w:rsidRPr="00B6330F">
              <w:rPr>
                <w:b/>
                <w:bCs/>
                <w:sz w:val="22"/>
                <w:szCs w:val="22"/>
              </w:rPr>
              <w:t xml:space="preserve">             </w:t>
            </w:r>
            <w:r w:rsidR="002A0E24">
              <w:rPr>
                <w:b/>
                <w:bCs/>
                <w:sz w:val="22"/>
                <w:szCs w:val="22"/>
              </w:rPr>
              <w:t xml:space="preserve">  </w:t>
            </w:r>
            <w:r w:rsidRPr="00B6330F">
              <w:rPr>
                <w:b/>
                <w:bCs/>
                <w:sz w:val="22"/>
                <w:szCs w:val="22"/>
              </w:rPr>
              <w:t xml:space="preserve">    áno/nie</w:t>
            </w:r>
          </w:p>
        </w:tc>
      </w:tr>
      <w:tr w:rsidR="00B6330F" w:rsidRPr="00B6330F" w14:paraId="4CA51D84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28067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22.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4E355" w14:textId="447D98B2" w:rsidR="00B6330F" w:rsidRPr="00B6330F" w:rsidRDefault="009C6DA2" w:rsidP="00B633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Svetlá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120DB8" w14:textId="35F6FCF5" w:rsidR="00B6330F" w:rsidRPr="00B6330F" w:rsidRDefault="009C6DA2" w:rsidP="00B6330F">
            <w:pPr>
              <w:snapToGrid w:val="0"/>
              <w:rPr>
                <w:sz w:val="22"/>
                <w:szCs w:val="22"/>
                <w:lang w:eastAsia="en-US"/>
              </w:rPr>
            </w:pPr>
            <w:r w:rsidRPr="002A0E24">
              <w:rPr>
                <w:sz w:val="22"/>
                <w:szCs w:val="22"/>
              </w:rPr>
              <w:t>denné svietenie</w:t>
            </w:r>
            <w:r>
              <w:rPr>
                <w:b/>
                <w:bCs/>
                <w:sz w:val="22"/>
                <w:szCs w:val="22"/>
              </w:rPr>
              <w:t xml:space="preserve">, </w:t>
            </w:r>
            <w:r w:rsidRPr="009C6DA2">
              <w:rPr>
                <w:sz w:val="22"/>
                <w:szCs w:val="22"/>
              </w:rPr>
              <w:t>stretávacie, diaľkové</w:t>
            </w:r>
            <w:r>
              <w:rPr>
                <w:b/>
                <w:bCs/>
                <w:sz w:val="22"/>
                <w:szCs w:val="22"/>
              </w:rPr>
              <w:t xml:space="preserve">      </w:t>
            </w:r>
            <w:r w:rsidR="002A0E24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      á</w:t>
            </w:r>
            <w:r w:rsidR="00B6330F" w:rsidRPr="00B6330F">
              <w:rPr>
                <w:b/>
                <w:bCs/>
                <w:sz w:val="22"/>
                <w:szCs w:val="22"/>
              </w:rPr>
              <w:t>no/nie</w:t>
            </w:r>
          </w:p>
        </w:tc>
      </w:tr>
      <w:tr w:rsidR="00B6330F" w:rsidRPr="00B6330F" w14:paraId="4835C859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6A2A57" w14:textId="77777777" w:rsidR="00B6330F" w:rsidRPr="00B6330F" w:rsidRDefault="00B6330F" w:rsidP="00B6330F">
            <w:pPr>
              <w:jc w:val="center"/>
              <w:rPr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23.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74033" w14:textId="77777777" w:rsidR="00B6330F" w:rsidRPr="00B6330F" w:rsidRDefault="00B6330F" w:rsidP="00B6330F">
            <w:pPr>
              <w:rPr>
                <w:bCs/>
                <w:sz w:val="22"/>
                <w:szCs w:val="22"/>
                <w:lang w:eastAsia="en-US"/>
              </w:rPr>
            </w:pPr>
            <w:r w:rsidRPr="00B6330F">
              <w:rPr>
                <w:sz w:val="22"/>
                <w:szCs w:val="22"/>
                <w:lang w:eastAsia="en-US"/>
              </w:rPr>
              <w:t>Palubný počítač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689EB" w14:textId="5F5309A9" w:rsidR="00B6330F" w:rsidRPr="00B6330F" w:rsidRDefault="00B16FA8" w:rsidP="00B6330F">
            <w:pPr>
              <w:rPr>
                <w:sz w:val="22"/>
                <w:szCs w:val="22"/>
                <w:lang w:eastAsia="en-US"/>
              </w:rPr>
            </w:pPr>
            <w:r w:rsidRPr="002A0E24">
              <w:rPr>
                <w:sz w:val="22"/>
                <w:szCs w:val="22"/>
              </w:rPr>
              <w:t>požadovaný</w:t>
            </w:r>
            <w:r>
              <w:rPr>
                <w:b/>
                <w:bCs/>
                <w:sz w:val="22"/>
                <w:szCs w:val="22"/>
              </w:rPr>
              <w:t xml:space="preserve"> 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                    </w:t>
            </w:r>
            <w:r w:rsidR="002A0E24">
              <w:rPr>
                <w:b/>
                <w:bCs/>
                <w:sz w:val="22"/>
                <w:szCs w:val="22"/>
              </w:rPr>
              <w:t xml:space="preserve">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                     áno/nie</w:t>
            </w:r>
          </w:p>
        </w:tc>
      </w:tr>
      <w:tr w:rsidR="00B6330F" w:rsidRPr="00B6330F" w14:paraId="64FC4798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3DF37" w14:textId="77777777" w:rsidR="00B6330F" w:rsidRPr="00B6330F" w:rsidRDefault="00B6330F" w:rsidP="00B6330F">
            <w:pPr>
              <w:jc w:val="center"/>
              <w:rPr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24.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7157F" w14:textId="4849D664" w:rsidR="00B6330F" w:rsidRPr="00B6330F" w:rsidRDefault="00B6330F" w:rsidP="00B6330F">
            <w:pPr>
              <w:rPr>
                <w:bCs/>
                <w:sz w:val="22"/>
                <w:szCs w:val="22"/>
                <w:lang w:eastAsia="en-US"/>
              </w:rPr>
            </w:pPr>
            <w:r w:rsidRPr="00B6330F">
              <w:rPr>
                <w:bCs/>
                <w:sz w:val="22"/>
                <w:szCs w:val="22"/>
                <w:lang w:eastAsia="en-US"/>
              </w:rPr>
              <w:t>Predné sedadlá</w:t>
            </w:r>
            <w:r w:rsidR="00AB7838">
              <w:rPr>
                <w:bCs/>
                <w:sz w:val="22"/>
                <w:szCs w:val="22"/>
                <w:lang w:eastAsia="en-US"/>
              </w:rPr>
              <w:t>/sedadlo vodiča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0A526" w14:textId="0FA67D40" w:rsidR="00B6330F" w:rsidRPr="00B6330F" w:rsidRDefault="00AB7838" w:rsidP="00B6330F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výškovo nastaviteľné </w:t>
            </w:r>
            <w:r w:rsidR="00B6330F" w:rsidRPr="00B6330F">
              <w:rPr>
                <w:sz w:val="22"/>
                <w:szCs w:val="22"/>
                <w:lang w:eastAsia="en-US"/>
              </w:rPr>
              <w:t xml:space="preserve">            </w:t>
            </w:r>
            <w:r w:rsidR="002A0E24">
              <w:rPr>
                <w:sz w:val="22"/>
                <w:szCs w:val="22"/>
                <w:lang w:eastAsia="en-US"/>
              </w:rPr>
              <w:t xml:space="preserve"> </w:t>
            </w:r>
            <w:r w:rsidR="00B6330F" w:rsidRPr="00B6330F">
              <w:rPr>
                <w:sz w:val="22"/>
                <w:szCs w:val="22"/>
                <w:lang w:eastAsia="en-US"/>
              </w:rPr>
              <w:t xml:space="preserve">                       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áno/nie</w:t>
            </w:r>
          </w:p>
        </w:tc>
      </w:tr>
      <w:tr w:rsidR="00B6330F" w:rsidRPr="00B6330F" w14:paraId="7159CF96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3732E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25.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677D7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bCs/>
                <w:sz w:val="22"/>
                <w:szCs w:val="22"/>
                <w:lang w:eastAsia="en-US"/>
              </w:rPr>
              <w:t>Zadné operadlá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03B8F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  <w:lang w:eastAsia="en-US"/>
              </w:rPr>
              <w:t>delené a sklopné</w:t>
            </w:r>
            <w:r w:rsidRPr="00B6330F">
              <w:rPr>
                <w:b/>
                <w:bCs/>
                <w:sz w:val="22"/>
                <w:szCs w:val="22"/>
              </w:rPr>
              <w:t xml:space="preserve">                                               áno/nie</w:t>
            </w:r>
          </w:p>
        </w:tc>
      </w:tr>
      <w:tr w:rsidR="00B6330F" w:rsidRPr="00B6330F" w14:paraId="78335131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DAA66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26.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EDD19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bCs/>
                <w:sz w:val="22"/>
                <w:szCs w:val="22"/>
                <w:lang w:eastAsia="en-US"/>
              </w:rPr>
              <w:t xml:space="preserve">Poťahy sedadiel a operadiel 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50450" w14:textId="58C88486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  <w:lang w:eastAsia="en-US"/>
              </w:rPr>
              <w:t xml:space="preserve">látkové </w:t>
            </w:r>
            <w:r w:rsidR="00D538FD">
              <w:rPr>
                <w:sz w:val="22"/>
                <w:szCs w:val="22"/>
                <w:lang w:eastAsia="en-US"/>
              </w:rPr>
              <w:t xml:space="preserve">                                        </w:t>
            </w:r>
            <w:r w:rsidRPr="00B6330F">
              <w:rPr>
                <w:sz w:val="22"/>
                <w:szCs w:val="22"/>
                <w:lang w:eastAsia="en-US"/>
              </w:rPr>
              <w:t xml:space="preserve">                     </w:t>
            </w:r>
            <w:r w:rsidRPr="00B6330F">
              <w:rPr>
                <w:b/>
                <w:bCs/>
                <w:sz w:val="22"/>
                <w:szCs w:val="22"/>
              </w:rPr>
              <w:t>áno/nie</w:t>
            </w:r>
          </w:p>
        </w:tc>
      </w:tr>
      <w:tr w:rsidR="00B6330F" w:rsidRPr="00B6330F" w14:paraId="670AE510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EC6B9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27.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AA636" w14:textId="2EF5B001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bCs/>
                <w:sz w:val="22"/>
                <w:szCs w:val="22"/>
                <w:lang w:eastAsia="en-US"/>
              </w:rPr>
              <w:t xml:space="preserve">Parkovacie senzory 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273AE2" w14:textId="3B0D57E9" w:rsidR="00B6330F" w:rsidRPr="00B6330F" w:rsidRDefault="000D7FAA" w:rsidP="00B6330F">
            <w:pPr>
              <w:rPr>
                <w:rFonts w:ascii="Arial" w:hAnsi="Arial"/>
                <w:sz w:val="22"/>
                <w:szCs w:val="22"/>
              </w:rPr>
            </w:pPr>
            <w:r w:rsidRPr="002A0E24">
              <w:rPr>
                <w:sz w:val="22"/>
                <w:szCs w:val="22"/>
              </w:rPr>
              <w:t>predné a zadné</w:t>
            </w:r>
            <w:r>
              <w:rPr>
                <w:b/>
                <w:bCs/>
                <w:sz w:val="22"/>
                <w:szCs w:val="22"/>
              </w:rPr>
              <w:t xml:space="preserve">  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                       </w:t>
            </w:r>
            <w:r w:rsidR="002A0E24">
              <w:rPr>
                <w:b/>
                <w:bCs/>
                <w:sz w:val="22"/>
                <w:szCs w:val="22"/>
              </w:rPr>
              <w:t xml:space="preserve"> 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           áno/nie</w:t>
            </w:r>
          </w:p>
        </w:tc>
      </w:tr>
      <w:tr w:rsidR="00B6330F" w:rsidRPr="00B6330F" w14:paraId="4573AF07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28569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28.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4C485" w14:textId="7DF1B65A" w:rsidR="00B6330F" w:rsidRPr="00B6330F" w:rsidRDefault="00E66E86" w:rsidP="00B6330F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en-US"/>
              </w:rPr>
              <w:t>Elektrické sklopné</w:t>
            </w:r>
            <w:r w:rsidR="00B6330F" w:rsidRPr="00B6330F">
              <w:rPr>
                <w:bCs/>
                <w:sz w:val="22"/>
                <w:szCs w:val="22"/>
                <w:lang w:eastAsia="en-US"/>
              </w:rPr>
              <w:t xml:space="preserve"> zrkadlá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3DEB6" w14:textId="354E0CCF" w:rsidR="00B6330F" w:rsidRPr="00B6330F" w:rsidRDefault="00525F61" w:rsidP="00B6330F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  <w:r w:rsidR="00BA7A59">
              <w:rPr>
                <w:i/>
                <w:iCs/>
                <w:sz w:val="22"/>
                <w:szCs w:val="22"/>
              </w:rPr>
              <w:t>n</w:t>
            </w:r>
            <w:r w:rsidR="00BA7A59" w:rsidRPr="00BA7A59">
              <w:rPr>
                <w:i/>
                <w:iCs/>
                <w:sz w:val="22"/>
                <w:szCs w:val="22"/>
              </w:rPr>
              <w:t>evyhodnocuje sa</w:t>
            </w:r>
            <w:r>
              <w:rPr>
                <w:sz w:val="22"/>
                <w:szCs w:val="22"/>
                <w:lang w:eastAsia="en-US"/>
              </w:rPr>
              <w:t xml:space="preserve">                         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            áno/nie</w:t>
            </w:r>
          </w:p>
        </w:tc>
      </w:tr>
      <w:tr w:rsidR="00B6330F" w:rsidRPr="00B6330F" w14:paraId="2D5D26CE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E8141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29.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148B3" w14:textId="6FA4B4A0" w:rsidR="00B6330F" w:rsidRPr="00B6330F" w:rsidRDefault="00CA0AB0" w:rsidP="00B6330F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Prevodovka 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EA357" w14:textId="10B13251" w:rsidR="00B6330F" w:rsidRPr="00B6330F" w:rsidRDefault="00CA0AB0" w:rsidP="00B6330F">
            <w:pPr>
              <w:snapToGrid w:val="0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>6-stupňová</w:t>
            </w:r>
            <w:r w:rsidR="008015B0">
              <w:rPr>
                <w:b/>
                <w:bCs/>
                <w:sz w:val="22"/>
                <w:szCs w:val="22"/>
              </w:rPr>
              <w:t xml:space="preserve"> manuálna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                               áno/nie</w:t>
            </w:r>
          </w:p>
        </w:tc>
      </w:tr>
      <w:tr w:rsidR="00B6330F" w:rsidRPr="00B6330F" w14:paraId="3A414822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A66A46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lastRenderedPageBreak/>
              <w:t>30.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7FD89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bCs/>
                <w:sz w:val="22"/>
                <w:szCs w:val="22"/>
                <w:lang w:eastAsia="en-US"/>
              </w:rPr>
              <w:t>Autorádio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63F25" w14:textId="5053F341" w:rsidR="00B6330F" w:rsidRPr="00B6330F" w:rsidRDefault="00765956" w:rsidP="00B6330F">
            <w:pPr>
              <w:snapToGrid w:val="0"/>
              <w:rPr>
                <w:sz w:val="22"/>
                <w:szCs w:val="22"/>
                <w:lang w:eastAsia="en-US"/>
              </w:rPr>
            </w:pPr>
            <w:r w:rsidRPr="002A0E24">
              <w:rPr>
                <w:sz w:val="22"/>
                <w:szCs w:val="22"/>
              </w:rPr>
              <w:t>požadované</w:t>
            </w:r>
            <w:r>
              <w:rPr>
                <w:b/>
                <w:bCs/>
                <w:sz w:val="22"/>
                <w:szCs w:val="22"/>
              </w:rPr>
              <w:t xml:space="preserve">    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                             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       áno/nie</w:t>
            </w:r>
          </w:p>
        </w:tc>
      </w:tr>
      <w:tr w:rsidR="00B6330F" w:rsidRPr="00B6330F" w14:paraId="53767A9C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90415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31.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EA1A0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bCs/>
                <w:sz w:val="22"/>
                <w:szCs w:val="22"/>
                <w:lang w:eastAsia="en-US"/>
              </w:rPr>
              <w:t>Klimatizácia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AB44AC" w14:textId="33096C64" w:rsidR="00B6330F" w:rsidRPr="00B6330F" w:rsidRDefault="002103C7" w:rsidP="00B6330F">
            <w:pPr>
              <w:rPr>
                <w:sz w:val="22"/>
                <w:szCs w:val="22"/>
              </w:rPr>
            </w:pPr>
            <w:r w:rsidRPr="002A0E24">
              <w:rPr>
                <w:sz w:val="22"/>
                <w:szCs w:val="22"/>
              </w:rPr>
              <w:t xml:space="preserve">automatická </w:t>
            </w:r>
            <w:r>
              <w:rPr>
                <w:b/>
                <w:bCs/>
                <w:sz w:val="22"/>
                <w:szCs w:val="22"/>
              </w:rPr>
              <w:t xml:space="preserve">  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                               </w:t>
            </w:r>
            <w:r w:rsidR="002A0E24">
              <w:rPr>
                <w:b/>
                <w:bCs/>
                <w:sz w:val="22"/>
                <w:szCs w:val="22"/>
              </w:rPr>
              <w:t xml:space="preserve"> 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      áno/nie</w:t>
            </w:r>
          </w:p>
        </w:tc>
      </w:tr>
      <w:tr w:rsidR="00B6330F" w:rsidRPr="00B6330F" w14:paraId="16CA8806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AA3BE" w14:textId="77777777" w:rsidR="00B6330F" w:rsidRPr="00B6330F" w:rsidRDefault="00B6330F" w:rsidP="00B6330F">
            <w:pPr>
              <w:jc w:val="center"/>
              <w:rPr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32.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78672B" w14:textId="77777777" w:rsidR="00B6330F" w:rsidRPr="00B6330F" w:rsidRDefault="00B6330F" w:rsidP="00B6330F">
            <w:pPr>
              <w:rPr>
                <w:bCs/>
                <w:sz w:val="22"/>
                <w:szCs w:val="22"/>
                <w:lang w:eastAsia="en-US"/>
              </w:rPr>
            </w:pPr>
            <w:r w:rsidRPr="00B6330F">
              <w:rPr>
                <w:bCs/>
                <w:sz w:val="22"/>
                <w:szCs w:val="22"/>
                <w:lang w:eastAsia="en-US"/>
              </w:rPr>
              <w:t>Kryt batožinového priestoru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AD0D6" w14:textId="77777777" w:rsidR="00B6330F" w:rsidRPr="00B6330F" w:rsidRDefault="00B6330F" w:rsidP="00B6330F">
            <w:pPr>
              <w:snapToGrid w:val="0"/>
              <w:rPr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pevný, prípadne rolovateľný</w:t>
            </w:r>
            <w:r w:rsidRPr="00B6330F">
              <w:rPr>
                <w:b/>
                <w:bCs/>
                <w:sz w:val="22"/>
                <w:szCs w:val="22"/>
              </w:rPr>
              <w:t xml:space="preserve">                            áno/nie</w:t>
            </w:r>
          </w:p>
        </w:tc>
      </w:tr>
      <w:tr w:rsidR="00B6330F" w:rsidRPr="00B6330F" w14:paraId="34CAAD78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D0FF54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33.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03FB6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bCs/>
                <w:sz w:val="22"/>
                <w:szCs w:val="22"/>
                <w:lang w:eastAsia="en-US"/>
              </w:rPr>
              <w:t>Gumené rohože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90F3E" w14:textId="0B8FFE04" w:rsidR="00B6330F" w:rsidRPr="00B6330F" w:rsidRDefault="000811A5" w:rsidP="00B6330F">
            <w:pPr>
              <w:snapToGrid w:val="0"/>
              <w:rPr>
                <w:sz w:val="22"/>
                <w:szCs w:val="22"/>
                <w:lang w:eastAsia="en-US"/>
              </w:rPr>
            </w:pPr>
            <w:r w:rsidRPr="002A0E24">
              <w:rPr>
                <w:sz w:val="22"/>
                <w:szCs w:val="22"/>
              </w:rPr>
              <w:t>požadované</w:t>
            </w:r>
            <w:r>
              <w:rPr>
                <w:b/>
                <w:bCs/>
                <w:sz w:val="22"/>
                <w:szCs w:val="22"/>
              </w:rPr>
              <w:t xml:space="preserve"> 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                 </w:t>
            </w:r>
            <w:r w:rsidR="002A0E24">
              <w:rPr>
                <w:b/>
                <w:bCs/>
                <w:sz w:val="22"/>
                <w:szCs w:val="22"/>
              </w:rPr>
              <w:t xml:space="preserve">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                  áno/nie</w:t>
            </w:r>
          </w:p>
        </w:tc>
      </w:tr>
      <w:tr w:rsidR="00B6330F" w:rsidRPr="00B6330F" w14:paraId="38B11AE2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6D9674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34.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1D362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bCs/>
                <w:sz w:val="22"/>
                <w:szCs w:val="22"/>
                <w:lang w:eastAsia="en-US"/>
              </w:rPr>
              <w:t>Vanička batožinového priestoru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71803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  <w:lang w:eastAsia="en-US"/>
              </w:rPr>
              <w:t xml:space="preserve">plastová, gumená                                              </w:t>
            </w:r>
            <w:r w:rsidRPr="00B6330F">
              <w:rPr>
                <w:b/>
                <w:bCs/>
                <w:sz w:val="22"/>
                <w:szCs w:val="22"/>
              </w:rPr>
              <w:t>áno/nie</w:t>
            </w:r>
          </w:p>
        </w:tc>
      </w:tr>
      <w:tr w:rsidR="00B6330F" w:rsidRPr="00B6330F" w14:paraId="1CB155DD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12A3D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35.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E53B5" w14:textId="77777777" w:rsidR="00B6330F" w:rsidRPr="00B6330F" w:rsidRDefault="00B6330F" w:rsidP="00B6330F">
            <w:pPr>
              <w:rPr>
                <w:bCs/>
                <w:sz w:val="22"/>
                <w:szCs w:val="22"/>
                <w:lang w:eastAsia="en-US"/>
              </w:rPr>
            </w:pPr>
            <w:r w:rsidRPr="00B6330F">
              <w:rPr>
                <w:bCs/>
                <w:sz w:val="22"/>
                <w:szCs w:val="22"/>
                <w:lang w:eastAsia="en-US"/>
              </w:rPr>
              <w:t>Rezervné koleso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E0FCF" w14:textId="2E109015" w:rsidR="00B6330F" w:rsidRPr="00B6330F" w:rsidRDefault="00D538FD" w:rsidP="00B6330F">
            <w:pPr>
              <w:snapToGrid w:val="0"/>
              <w:rPr>
                <w:bCs/>
                <w:sz w:val="22"/>
                <w:szCs w:val="22"/>
                <w:lang w:eastAsia="en-US"/>
              </w:rPr>
            </w:pPr>
            <w:r w:rsidRPr="002A0E24">
              <w:rPr>
                <w:sz w:val="22"/>
                <w:szCs w:val="22"/>
              </w:rPr>
              <w:t>p</w:t>
            </w:r>
            <w:r w:rsidR="001B736F" w:rsidRPr="002A0E24">
              <w:rPr>
                <w:sz w:val="22"/>
                <w:szCs w:val="22"/>
              </w:rPr>
              <w:t xml:space="preserve">ožadované 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         </w:t>
            </w:r>
            <w:r w:rsidR="002A0E24">
              <w:rPr>
                <w:b/>
                <w:bCs/>
                <w:sz w:val="22"/>
                <w:szCs w:val="22"/>
              </w:rPr>
              <w:t xml:space="preserve">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                                áno/nie</w:t>
            </w:r>
          </w:p>
        </w:tc>
      </w:tr>
      <w:tr w:rsidR="00B6330F" w:rsidRPr="00B6330F" w14:paraId="6D6536AE" w14:textId="77777777" w:rsidTr="003E5B48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37B4B5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36.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C7127" w14:textId="3025DA8D" w:rsidR="00B6330F" w:rsidRPr="00D538FD" w:rsidRDefault="00D538FD" w:rsidP="00B633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Disky</w:t>
            </w:r>
          </w:p>
        </w:tc>
        <w:tc>
          <w:tcPr>
            <w:tcW w:w="498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DA023" w14:textId="5ACBD047" w:rsidR="00B6330F" w:rsidRPr="00D538FD" w:rsidRDefault="00D538FD" w:rsidP="00B633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 ľahkej zliatiny                                               </w:t>
            </w:r>
            <w:r w:rsidRPr="00D538FD">
              <w:rPr>
                <w:b/>
                <w:bCs/>
                <w:sz w:val="22"/>
                <w:szCs w:val="22"/>
              </w:rPr>
              <w:t>áno/nie</w:t>
            </w:r>
          </w:p>
        </w:tc>
      </w:tr>
      <w:tr w:rsidR="00B6330F" w:rsidRPr="00B6330F" w14:paraId="696D6014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F947D" w14:textId="77777777" w:rsidR="00B6330F" w:rsidRPr="00B6330F" w:rsidRDefault="00B6330F" w:rsidP="00B6330F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37.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0732D" w14:textId="3EB05C4C" w:rsidR="00B6330F" w:rsidRPr="00D538FD" w:rsidRDefault="003B05D6" w:rsidP="00B633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Tempomat 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9FE4C" w14:textId="513BF3B9" w:rsidR="00B6330F" w:rsidRPr="00D538FD" w:rsidRDefault="003B05D6" w:rsidP="00B6330F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požadovaný                                                      </w:t>
            </w:r>
            <w:r w:rsidRPr="003B05D6">
              <w:rPr>
                <w:b/>
                <w:bCs/>
                <w:sz w:val="22"/>
                <w:szCs w:val="22"/>
                <w:lang w:eastAsia="en-US"/>
              </w:rPr>
              <w:t>áno/nie</w:t>
            </w:r>
          </w:p>
        </w:tc>
      </w:tr>
      <w:tr w:rsidR="00B6330F" w:rsidRPr="00B6330F" w14:paraId="79F2CE6A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BE17E" w14:textId="15CFC5DA" w:rsidR="00B6330F" w:rsidRPr="00525F61" w:rsidRDefault="00525F61" w:rsidP="00B6330F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525F61">
              <w:rPr>
                <w:bCs/>
                <w:sz w:val="22"/>
                <w:szCs w:val="22"/>
              </w:rPr>
              <w:t>38.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66CC5" w14:textId="6D4965D8" w:rsidR="00B6330F" w:rsidRPr="00525F61" w:rsidRDefault="00525F61" w:rsidP="00B6330F">
            <w:pPr>
              <w:snapToGrid w:val="0"/>
              <w:rPr>
                <w:bCs/>
                <w:sz w:val="22"/>
                <w:szCs w:val="22"/>
                <w:lang w:eastAsia="en-US"/>
              </w:rPr>
            </w:pPr>
            <w:r w:rsidRPr="00525F61">
              <w:rPr>
                <w:bCs/>
                <w:sz w:val="22"/>
                <w:szCs w:val="22"/>
                <w:lang w:eastAsia="en-US"/>
              </w:rPr>
              <w:t xml:space="preserve">Pneumatiky 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7C525" w14:textId="482D8D20" w:rsidR="00B6330F" w:rsidRPr="00D538FD" w:rsidRDefault="00525F61" w:rsidP="00B6330F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4ks letné + 4ks zimné                                      </w:t>
            </w:r>
            <w:r w:rsidRPr="00525F61">
              <w:rPr>
                <w:b/>
                <w:bCs/>
                <w:sz w:val="22"/>
                <w:szCs w:val="22"/>
              </w:rPr>
              <w:t>áno/nie</w:t>
            </w:r>
          </w:p>
        </w:tc>
      </w:tr>
      <w:tr w:rsidR="00B6330F" w:rsidRPr="00B6330F" w14:paraId="5D75B59A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5BEA0" w14:textId="448B4EC0" w:rsidR="00B6330F" w:rsidRPr="00DE03D1" w:rsidRDefault="00991291" w:rsidP="00B6330F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DE03D1">
              <w:rPr>
                <w:bCs/>
                <w:sz w:val="22"/>
                <w:szCs w:val="22"/>
              </w:rPr>
              <w:t>39.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B5EF4" w14:textId="573FAD56" w:rsidR="00B6330F" w:rsidRPr="00DE03D1" w:rsidRDefault="00991291" w:rsidP="00B6330F">
            <w:pPr>
              <w:snapToGrid w:val="0"/>
              <w:rPr>
                <w:bCs/>
                <w:sz w:val="22"/>
                <w:szCs w:val="22"/>
                <w:lang w:eastAsia="en-US"/>
              </w:rPr>
            </w:pPr>
            <w:r w:rsidRPr="00DE03D1">
              <w:rPr>
                <w:bCs/>
                <w:sz w:val="22"/>
                <w:szCs w:val="22"/>
                <w:lang w:eastAsia="en-US"/>
              </w:rPr>
              <w:t>Lakťová opierka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67AE7" w14:textId="2191915D" w:rsidR="00B6330F" w:rsidRPr="00991291" w:rsidRDefault="00BA7A59" w:rsidP="00B6330F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n</w:t>
            </w:r>
            <w:r w:rsidRPr="00BA7A59">
              <w:rPr>
                <w:i/>
                <w:iCs/>
                <w:sz w:val="22"/>
                <w:szCs w:val="22"/>
              </w:rPr>
              <w:t>evyhodnocuje sa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="00991291">
              <w:rPr>
                <w:b/>
                <w:bCs/>
                <w:sz w:val="22"/>
                <w:szCs w:val="22"/>
              </w:rPr>
              <w:t xml:space="preserve">                                                </w:t>
            </w:r>
            <w:r w:rsidR="00991291" w:rsidRPr="00991291">
              <w:rPr>
                <w:b/>
                <w:bCs/>
                <w:sz w:val="22"/>
                <w:szCs w:val="22"/>
              </w:rPr>
              <w:t>áno/nie</w:t>
            </w:r>
          </w:p>
        </w:tc>
      </w:tr>
      <w:tr w:rsidR="00B6330F" w:rsidRPr="00B6330F" w14:paraId="33F9E7C6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4ABF1" w14:textId="467D3382" w:rsidR="00B6330F" w:rsidRPr="00DE03D1" w:rsidRDefault="00837681" w:rsidP="00B6330F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F75D9" w14:textId="2EB0A2E4" w:rsidR="00B6330F" w:rsidRPr="00DE03D1" w:rsidRDefault="00837681" w:rsidP="00B6330F">
            <w:pPr>
              <w:snapToGrid w:val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Brzdový asistent - BAS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8C5D3" w14:textId="5A66D1DD" w:rsidR="00B6330F" w:rsidRPr="00B6330F" w:rsidRDefault="00837681" w:rsidP="00B6330F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požadovaný                                                      </w:t>
            </w:r>
            <w:r w:rsidRPr="00837681">
              <w:rPr>
                <w:b/>
                <w:bCs/>
                <w:sz w:val="22"/>
                <w:szCs w:val="22"/>
              </w:rPr>
              <w:t>áno/nie</w:t>
            </w:r>
          </w:p>
        </w:tc>
      </w:tr>
      <w:tr w:rsidR="00B6330F" w:rsidRPr="00B6330F" w14:paraId="48B76A7F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D72A5" w14:textId="45F317AB" w:rsidR="00B6330F" w:rsidRPr="00DE03D1" w:rsidRDefault="006469AF" w:rsidP="00B6330F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EDFD2" w14:textId="2CB0808C" w:rsidR="00B6330F" w:rsidRPr="00DE03D1" w:rsidRDefault="006469AF" w:rsidP="00B6330F">
            <w:pPr>
              <w:snapToGrid w:val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Asistent pre rozjazd do kopca - HAC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D2CAB" w14:textId="07108C1E" w:rsidR="00B6330F" w:rsidRPr="00B6330F" w:rsidRDefault="006469AF" w:rsidP="00B6330F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požadovaný                                                      </w:t>
            </w:r>
            <w:r w:rsidRPr="006469AF">
              <w:rPr>
                <w:b/>
                <w:bCs/>
                <w:sz w:val="22"/>
                <w:szCs w:val="22"/>
              </w:rPr>
              <w:t>áno/nie</w:t>
            </w:r>
          </w:p>
        </w:tc>
      </w:tr>
      <w:tr w:rsidR="003E5B48" w:rsidRPr="00B6330F" w14:paraId="0BAA5847" w14:textId="77777777" w:rsidTr="003E5B48">
        <w:tc>
          <w:tcPr>
            <w:tcW w:w="534" w:type="dxa"/>
            <w:tcBorders>
              <w:left w:val="single" w:sz="4" w:space="0" w:color="000000"/>
            </w:tcBorders>
            <w:shd w:val="clear" w:color="auto" w:fill="auto"/>
          </w:tcPr>
          <w:p w14:paraId="0B72006A" w14:textId="5239B69D" w:rsidR="003E5B48" w:rsidRDefault="003E5B48" w:rsidP="003E5B48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42.</w:t>
            </w: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2F868C05" w14:textId="0B1F8399" w:rsidR="003E5B48" w:rsidRDefault="003E5B48" w:rsidP="003E5B48">
            <w:pPr>
              <w:snapToGrid w:val="0"/>
              <w:rPr>
                <w:bCs/>
                <w:sz w:val="22"/>
                <w:szCs w:val="22"/>
                <w:lang w:eastAsia="en-US"/>
              </w:rPr>
            </w:pPr>
            <w:r w:rsidRPr="00966160">
              <w:rPr>
                <w:bCs/>
                <w:sz w:val="22"/>
                <w:szCs w:val="22"/>
              </w:rPr>
              <w:t>Denné svietenie</w:t>
            </w:r>
          </w:p>
        </w:tc>
        <w:tc>
          <w:tcPr>
            <w:tcW w:w="4981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B6676B" w14:textId="530840E6" w:rsidR="003E5B48" w:rsidRDefault="003E5B48" w:rsidP="003E5B48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požadované – automatické                                         </w:t>
            </w:r>
            <w:r w:rsidRPr="00966160">
              <w:rPr>
                <w:b/>
                <w:bCs/>
                <w:sz w:val="22"/>
                <w:szCs w:val="22"/>
              </w:rPr>
              <w:t>áno/nie</w:t>
            </w:r>
          </w:p>
        </w:tc>
      </w:tr>
      <w:tr w:rsidR="003E5B48" w:rsidRPr="00B6330F" w14:paraId="3C479DDD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89962" w14:textId="16DB39A4" w:rsidR="003E5B48" w:rsidRDefault="003E5B48" w:rsidP="003E5B48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21482E" w14:textId="2DF0A7C6" w:rsidR="003E5B48" w:rsidRDefault="000811A5" w:rsidP="003E5B48">
            <w:pPr>
              <w:snapToGrid w:val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Kontrola tlaku v pneumatikách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AD5C4" w14:textId="7FD07FB6" w:rsidR="003E5B48" w:rsidRPr="000811A5" w:rsidRDefault="00BA7A59" w:rsidP="003E5B48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n</w:t>
            </w:r>
            <w:r w:rsidRPr="00BA7A59">
              <w:rPr>
                <w:i/>
                <w:iCs/>
                <w:sz w:val="22"/>
                <w:szCs w:val="22"/>
              </w:rPr>
              <w:t>evyhodnocuje sa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="000811A5">
              <w:rPr>
                <w:b/>
                <w:bCs/>
                <w:sz w:val="22"/>
                <w:szCs w:val="22"/>
              </w:rPr>
              <w:t xml:space="preserve">                                                       </w:t>
            </w:r>
            <w:r w:rsidR="000811A5" w:rsidRPr="000811A5">
              <w:rPr>
                <w:b/>
                <w:bCs/>
                <w:sz w:val="22"/>
                <w:szCs w:val="22"/>
              </w:rPr>
              <w:t>áno/nie</w:t>
            </w:r>
          </w:p>
        </w:tc>
      </w:tr>
      <w:tr w:rsidR="003E5B48" w:rsidRPr="00B6330F" w14:paraId="4143F3EF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E415B" w14:textId="515C4A3C" w:rsidR="003E5B48" w:rsidRDefault="000811A5" w:rsidP="003E5B48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E1FBD" w14:textId="6A91E0EC" w:rsidR="003E5B48" w:rsidRDefault="000811A5" w:rsidP="003E5B48">
            <w:pPr>
              <w:snapToGrid w:val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Štart – Stop systém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49424" w14:textId="6E29D175" w:rsidR="003E5B48" w:rsidRPr="000811A5" w:rsidRDefault="00BA7A59" w:rsidP="003E5B48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n</w:t>
            </w:r>
            <w:r w:rsidRPr="00BA7A59">
              <w:rPr>
                <w:i/>
                <w:iCs/>
                <w:sz w:val="22"/>
                <w:szCs w:val="22"/>
              </w:rPr>
              <w:t>evyhodnocuje sa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="000811A5">
              <w:rPr>
                <w:b/>
                <w:bCs/>
                <w:sz w:val="22"/>
                <w:szCs w:val="22"/>
              </w:rPr>
              <w:t xml:space="preserve">                                                           </w:t>
            </w:r>
            <w:r w:rsidR="000811A5" w:rsidRPr="000811A5">
              <w:rPr>
                <w:b/>
                <w:bCs/>
                <w:sz w:val="22"/>
                <w:szCs w:val="22"/>
              </w:rPr>
              <w:t>áno/nie</w:t>
            </w:r>
          </w:p>
        </w:tc>
      </w:tr>
      <w:tr w:rsidR="000811A5" w:rsidRPr="00B6330F" w14:paraId="5AA7004F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9D4218" w14:textId="6EA86010" w:rsidR="000811A5" w:rsidRDefault="000811A5" w:rsidP="003E5B48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D5269" w14:textId="0C5635BC" w:rsidR="000811A5" w:rsidRDefault="000811A5" w:rsidP="003E5B48">
            <w:pPr>
              <w:snapToGrid w:val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Cúvacia kamer</w:t>
            </w:r>
            <w:r w:rsidR="00CD4ED5">
              <w:rPr>
                <w:bCs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F48C1" w14:textId="0C3B9BFE" w:rsidR="000811A5" w:rsidRDefault="00BA7A59" w:rsidP="003E5B48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n</w:t>
            </w:r>
            <w:r w:rsidRPr="00BA7A59">
              <w:rPr>
                <w:i/>
                <w:iCs/>
                <w:sz w:val="22"/>
                <w:szCs w:val="22"/>
              </w:rPr>
              <w:t>evyhodnocuje sa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="000811A5">
              <w:rPr>
                <w:b/>
                <w:bCs/>
                <w:sz w:val="22"/>
                <w:szCs w:val="22"/>
              </w:rPr>
              <w:t xml:space="preserve">                                                         áno/nie</w:t>
            </w:r>
          </w:p>
        </w:tc>
      </w:tr>
      <w:tr w:rsidR="003E5B48" w:rsidRPr="00B6330F" w14:paraId="03E358EE" w14:textId="77777777" w:rsidTr="003E5B48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B30130" w14:textId="0183399D" w:rsidR="003E5B48" w:rsidRPr="00745154" w:rsidRDefault="00745154" w:rsidP="003E5B48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45154">
              <w:rPr>
                <w:b/>
                <w:sz w:val="22"/>
                <w:szCs w:val="22"/>
              </w:rPr>
              <w:t>4</w:t>
            </w:r>
            <w:r w:rsidR="006F4BC7">
              <w:rPr>
                <w:b/>
                <w:sz w:val="22"/>
                <w:szCs w:val="22"/>
              </w:rPr>
              <w:t>6</w:t>
            </w:r>
            <w:r w:rsidRPr="00745154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13CE5" w14:textId="02A36826" w:rsidR="003E5B48" w:rsidRPr="00745154" w:rsidRDefault="00745154" w:rsidP="003E5B48">
            <w:pPr>
              <w:snapToGrid w:val="0"/>
              <w:rPr>
                <w:b/>
                <w:sz w:val="22"/>
                <w:szCs w:val="22"/>
              </w:rPr>
            </w:pPr>
            <w:r w:rsidRPr="00745154">
              <w:rPr>
                <w:b/>
                <w:sz w:val="22"/>
                <w:szCs w:val="22"/>
              </w:rPr>
              <w:t xml:space="preserve">Záruka </w:t>
            </w:r>
          </w:p>
        </w:tc>
        <w:tc>
          <w:tcPr>
            <w:tcW w:w="498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9E858" w14:textId="552F394E" w:rsidR="003E5B48" w:rsidRPr="00745154" w:rsidRDefault="00745154" w:rsidP="003E5B48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745154">
              <w:rPr>
                <w:b/>
                <w:bCs/>
                <w:sz w:val="22"/>
                <w:szCs w:val="22"/>
              </w:rPr>
              <w:t>Minimálne 5 rokov alebo 100 000 km</w:t>
            </w:r>
          </w:p>
        </w:tc>
      </w:tr>
    </w:tbl>
    <w:p w14:paraId="16FC95A4" w14:textId="77777777" w:rsidR="00B6330F" w:rsidRPr="00B6330F" w:rsidRDefault="00B6330F" w:rsidP="00B6330F">
      <w:pPr>
        <w:rPr>
          <w:b/>
          <w:sz w:val="22"/>
          <w:szCs w:val="22"/>
        </w:rPr>
      </w:pPr>
      <w:r w:rsidRPr="00CD4C23">
        <w:rPr>
          <w:b/>
          <w:sz w:val="22"/>
          <w:szCs w:val="22"/>
          <w:highlight w:val="cyan"/>
        </w:rPr>
        <w:t>Ďalšie osobitné požiadavky: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B6330F" w:rsidRPr="00B6330F" w14:paraId="31F42D12" w14:textId="77777777" w:rsidTr="00B178F8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3056B59" w14:textId="77777777" w:rsidR="00B6330F" w:rsidRPr="00B6330F" w:rsidRDefault="00B6330F" w:rsidP="00B6330F">
            <w:pPr>
              <w:rPr>
                <w:sz w:val="22"/>
                <w:szCs w:val="22"/>
              </w:rPr>
            </w:pPr>
            <w:r w:rsidRPr="00B6330F">
              <w:rPr>
                <w:b/>
                <w:sz w:val="22"/>
                <w:szCs w:val="22"/>
              </w:rPr>
              <w:t>Názov</w:t>
            </w:r>
          </w:p>
        </w:tc>
      </w:tr>
      <w:tr w:rsidR="00B6330F" w:rsidRPr="00B6330F" w14:paraId="4B40BC89" w14:textId="77777777" w:rsidTr="00B178F8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1C934" w14:textId="5A0D2089" w:rsidR="00B6330F" w:rsidRPr="00B6330F" w:rsidRDefault="00B6330F" w:rsidP="00F524DF">
            <w:pPr>
              <w:jc w:val="both"/>
              <w:rPr>
                <w:color w:val="FF0000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Cenová ponuka vrátane dopravy na miesto plnenia. Miesto plnenia: B</w:t>
            </w:r>
            <w:r w:rsidR="00D93287">
              <w:rPr>
                <w:sz w:val="22"/>
                <w:szCs w:val="22"/>
              </w:rPr>
              <w:t>anská Štiavnica</w:t>
            </w:r>
          </w:p>
        </w:tc>
      </w:tr>
      <w:tr w:rsidR="00F524DF" w:rsidRPr="00B6330F" w14:paraId="7E2E3FEC" w14:textId="77777777" w:rsidTr="00B178F8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6A32A" w14:textId="5566FDC0" w:rsidR="00F524DF" w:rsidRPr="00B6330F" w:rsidRDefault="00F524DF" w:rsidP="00B46F39">
            <w:pPr>
              <w:jc w:val="both"/>
              <w:rPr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Preberanie a odovzdávanie predmetu zákazky sa uskutoční v</w:t>
            </w:r>
            <w:r>
              <w:rPr>
                <w:sz w:val="22"/>
                <w:szCs w:val="22"/>
              </w:rPr>
              <w:t> </w:t>
            </w:r>
            <w:r w:rsidRPr="00B6330F"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 xml:space="preserve">anskej Štiavnici </w:t>
            </w:r>
            <w:r w:rsidRPr="00B6330F">
              <w:rPr>
                <w:sz w:val="22"/>
                <w:szCs w:val="22"/>
              </w:rPr>
              <w:t xml:space="preserve">v priestoroch </w:t>
            </w:r>
            <w:r w:rsidR="00B94356">
              <w:rPr>
                <w:sz w:val="22"/>
                <w:szCs w:val="22"/>
              </w:rPr>
              <w:t xml:space="preserve">....., dodanie tovaru sa požaduje spolu s dodacím listom, </w:t>
            </w:r>
            <w:r w:rsidR="001A0D8E">
              <w:rPr>
                <w:sz w:val="22"/>
                <w:szCs w:val="22"/>
              </w:rPr>
              <w:t>2 ks kľúčov, technický preukaz, návod na údržbu v slovenskom jazyku, servisná knižka, výbava a príslušenstvo v rozsahu podľa technickej špecifikácie a povinná výbava vozidla</w:t>
            </w:r>
            <w:r w:rsidR="00B46F39">
              <w:rPr>
                <w:sz w:val="22"/>
                <w:szCs w:val="22"/>
              </w:rPr>
              <w:t xml:space="preserve"> v zmysle § 25 vyhlášky 134/2018 Z.z. (§ 136 ods. 3 písm. d) zákona č. 106/2018 Z.z. o prevádzke vozidiel v cestnej premávke a o zmene a doplnení niektorých zákonov).</w:t>
            </w:r>
          </w:p>
        </w:tc>
      </w:tr>
      <w:tr w:rsidR="00B6330F" w:rsidRPr="00B6330F" w14:paraId="117D7200" w14:textId="77777777" w:rsidTr="00B178F8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DBC4C" w14:textId="151F6A14" w:rsidR="00B6330F" w:rsidRPr="00B6330F" w:rsidRDefault="00B6330F" w:rsidP="00F524DF">
            <w:pPr>
              <w:jc w:val="both"/>
              <w:rPr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 xml:space="preserve">Dodanie celého predmetu zákazky do </w:t>
            </w:r>
            <w:r w:rsidR="00D93287">
              <w:rPr>
                <w:sz w:val="22"/>
                <w:szCs w:val="22"/>
              </w:rPr>
              <w:t xml:space="preserve">2 týždňov od nadobudnutia účinnosti kúpnej zmluvy. </w:t>
            </w:r>
            <w:r w:rsidRPr="00B6330F">
              <w:rPr>
                <w:sz w:val="22"/>
                <w:szCs w:val="22"/>
              </w:rPr>
              <w:t xml:space="preserve"> Nedodržanie termínu dodania predmetu zmluvy, bude sankcionované zmluvnou pokutou </w:t>
            </w:r>
            <w:r w:rsidR="00D93287">
              <w:rPr>
                <w:sz w:val="22"/>
                <w:szCs w:val="22"/>
              </w:rPr>
              <w:t>1</w:t>
            </w:r>
            <w:r w:rsidRPr="00B6330F">
              <w:rPr>
                <w:sz w:val="22"/>
                <w:szCs w:val="22"/>
              </w:rPr>
              <w:t xml:space="preserve">% </w:t>
            </w:r>
            <w:r w:rsidR="00D93287">
              <w:rPr>
                <w:sz w:val="22"/>
                <w:szCs w:val="22"/>
              </w:rPr>
              <w:t xml:space="preserve">z ceny nedodaného predmetu kúpy </w:t>
            </w:r>
            <w:r w:rsidRPr="00B6330F">
              <w:rPr>
                <w:sz w:val="22"/>
                <w:szCs w:val="22"/>
              </w:rPr>
              <w:t>za každý, aj začatý deň omeškania.</w:t>
            </w:r>
          </w:p>
        </w:tc>
      </w:tr>
      <w:tr w:rsidR="00B6330F" w:rsidRPr="00B6330F" w14:paraId="3794E764" w14:textId="77777777" w:rsidTr="00B178F8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B1AEE" w14:textId="1F27C717" w:rsidR="00B6330F" w:rsidRPr="00B6330F" w:rsidRDefault="00B6330F" w:rsidP="00F524DF">
            <w:pPr>
              <w:jc w:val="both"/>
              <w:rPr>
                <w:color w:val="FF0000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Motorové vozidl</w:t>
            </w:r>
            <w:r w:rsidR="00E75032">
              <w:rPr>
                <w:sz w:val="22"/>
                <w:szCs w:val="22"/>
              </w:rPr>
              <w:t>o</w:t>
            </w:r>
            <w:r w:rsidRPr="00B6330F">
              <w:rPr>
                <w:sz w:val="22"/>
                <w:szCs w:val="22"/>
              </w:rPr>
              <w:t xml:space="preserve"> mus</w:t>
            </w:r>
            <w:r w:rsidR="00D93287">
              <w:rPr>
                <w:sz w:val="22"/>
                <w:szCs w:val="22"/>
              </w:rPr>
              <w:t>í</w:t>
            </w:r>
            <w:r w:rsidRPr="00B6330F">
              <w:rPr>
                <w:sz w:val="22"/>
                <w:szCs w:val="22"/>
              </w:rPr>
              <w:t xml:space="preserve"> byť nové, nepoužívané.</w:t>
            </w:r>
          </w:p>
        </w:tc>
      </w:tr>
      <w:tr w:rsidR="00B46F39" w:rsidRPr="00B6330F" w14:paraId="3973C799" w14:textId="77777777" w:rsidTr="00B178F8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3139B" w14:textId="1B184F2F" w:rsidR="00B46F39" w:rsidRPr="00B6330F" w:rsidRDefault="00B46F39" w:rsidP="00F524D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Predávajúci musí byť autorizovaným predajcom. Kupujúci (verejný obstarávateľ) požaduje predložiť osvedčenie o zhode vozidla COC (Certificate </w:t>
            </w:r>
            <w:r w:rsidR="00D952BE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 xml:space="preserve">f </w:t>
            </w:r>
            <w:r w:rsidR="00D952BE">
              <w:rPr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onformity) – deklarácia výrobcu alebo zástupcu výrobcu, že vyrobené vozidlo je v zhode s udeleným typom schválen</w:t>
            </w:r>
            <w:r w:rsidR="0083205C">
              <w:rPr>
                <w:sz w:val="22"/>
                <w:szCs w:val="22"/>
              </w:rPr>
              <w:t>ý</w:t>
            </w:r>
            <w:r>
              <w:rPr>
                <w:sz w:val="22"/>
                <w:szCs w:val="22"/>
              </w:rPr>
              <w:t xml:space="preserve">m </w:t>
            </w:r>
            <w:r w:rsidR="0083205C">
              <w:rPr>
                <w:sz w:val="22"/>
                <w:szCs w:val="22"/>
              </w:rPr>
              <w:t>ES.</w:t>
            </w:r>
          </w:p>
        </w:tc>
      </w:tr>
      <w:tr w:rsidR="00B46F39" w:rsidRPr="00B6330F" w14:paraId="23219089" w14:textId="77777777" w:rsidTr="00B178F8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4482C" w14:textId="1D178D1D" w:rsidR="00B46F39" w:rsidRDefault="00B46F39" w:rsidP="00F524D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Záručné  servisné opravy budú vykonané počas záručnej doby bezplatne a servisný úkon bude vykonaný v čo najkratšom možnom čase. </w:t>
            </w:r>
          </w:p>
        </w:tc>
      </w:tr>
      <w:tr w:rsidR="00B6330F" w:rsidRPr="00B6330F" w14:paraId="7F577816" w14:textId="77777777" w:rsidTr="00B178F8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DB361" w14:textId="41FD249B" w:rsidR="00B6330F" w:rsidRPr="00B6330F" w:rsidRDefault="00F524DF" w:rsidP="00F524DF">
            <w:pPr>
              <w:contextualSpacing/>
              <w:jc w:val="both"/>
              <w:rPr>
                <w:sz w:val="22"/>
                <w:szCs w:val="22"/>
              </w:rPr>
            </w:pPr>
            <w:r w:rsidRPr="00F524DF">
              <w:rPr>
                <w:color w:val="000000"/>
                <w:lang w:eastAsia="cs-CZ"/>
              </w:rPr>
              <w:t>Celková cena za motorové vozidlo bude rozdelené na tri časti a bude splácaná v troch rovnako vysokých splátkach, pričom prvá splátka bude uhradená v tomto kalendárnom roku (</w:t>
            </w:r>
            <w:r w:rsidR="00517E36">
              <w:rPr>
                <w:color w:val="000000"/>
                <w:lang w:eastAsia="cs-CZ"/>
              </w:rPr>
              <w:t>10/</w:t>
            </w:r>
            <w:r w:rsidRPr="00F524DF">
              <w:rPr>
                <w:color w:val="000000"/>
                <w:lang w:eastAsia="cs-CZ"/>
              </w:rPr>
              <w:t>202</w:t>
            </w:r>
            <w:r>
              <w:rPr>
                <w:color w:val="000000"/>
                <w:lang w:eastAsia="cs-CZ"/>
              </w:rPr>
              <w:t>4</w:t>
            </w:r>
            <w:r w:rsidRPr="00F524DF">
              <w:rPr>
                <w:color w:val="000000"/>
                <w:lang w:eastAsia="cs-CZ"/>
              </w:rPr>
              <w:t xml:space="preserve">) po dodaní a prevzatí vozidla a zvyšné </w:t>
            </w:r>
            <w:r>
              <w:rPr>
                <w:color w:val="000000"/>
                <w:lang w:eastAsia="cs-CZ"/>
              </w:rPr>
              <w:t xml:space="preserve">dve </w:t>
            </w:r>
            <w:r w:rsidRPr="00F524DF">
              <w:rPr>
                <w:color w:val="000000"/>
                <w:lang w:eastAsia="cs-CZ"/>
              </w:rPr>
              <w:t>budú uhradené nasledujúce kalendárne roky (202</w:t>
            </w:r>
            <w:r>
              <w:rPr>
                <w:color w:val="000000"/>
                <w:lang w:eastAsia="cs-CZ"/>
              </w:rPr>
              <w:t>5</w:t>
            </w:r>
            <w:r w:rsidRPr="00F524DF">
              <w:rPr>
                <w:color w:val="000000"/>
                <w:lang w:eastAsia="cs-CZ"/>
              </w:rPr>
              <w:t>, 202</w:t>
            </w:r>
            <w:r>
              <w:rPr>
                <w:color w:val="000000"/>
                <w:lang w:eastAsia="cs-CZ"/>
              </w:rPr>
              <w:t>6</w:t>
            </w:r>
            <w:r w:rsidRPr="00F524DF">
              <w:rPr>
                <w:color w:val="000000"/>
                <w:lang w:eastAsia="cs-CZ"/>
              </w:rPr>
              <w:t>)</w:t>
            </w:r>
            <w:r>
              <w:rPr>
                <w:color w:val="000000"/>
                <w:lang w:eastAsia="cs-CZ"/>
              </w:rPr>
              <w:t xml:space="preserve"> a to na základe riadne vystavených faktúr a doručených faktúr. Splatnosť faktúr je </w:t>
            </w:r>
            <w:r w:rsidR="004F0B8C">
              <w:rPr>
                <w:color w:val="000000"/>
                <w:lang w:eastAsia="cs-CZ"/>
              </w:rPr>
              <w:t>6</w:t>
            </w:r>
            <w:r>
              <w:rPr>
                <w:color w:val="000000"/>
                <w:lang w:eastAsia="cs-CZ"/>
              </w:rPr>
              <w:t xml:space="preserve">0 dní odo dňa doručenia faktúry kupujúcemu. </w:t>
            </w:r>
          </w:p>
        </w:tc>
      </w:tr>
      <w:tr w:rsidR="00B6330F" w:rsidRPr="00B6330F" w14:paraId="7122F434" w14:textId="77777777" w:rsidTr="00B178F8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6DAC1" w14:textId="238DFFE3" w:rsidR="00B6330F" w:rsidRPr="00B6330F" w:rsidRDefault="00F524DF" w:rsidP="00F524D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nebude z dôvodu splátok navyšovaná.</w:t>
            </w:r>
            <w:r w:rsidR="002A0E24">
              <w:rPr>
                <w:sz w:val="22"/>
                <w:szCs w:val="22"/>
              </w:rPr>
              <w:t xml:space="preserve"> Objednávateľ neposkytuje preddavok.</w:t>
            </w:r>
          </w:p>
        </w:tc>
      </w:tr>
    </w:tbl>
    <w:p w14:paraId="51430A44" w14:textId="01CCA347" w:rsidR="00B6330F" w:rsidRPr="00B65097" w:rsidRDefault="00B6330F" w:rsidP="00027F72">
      <w:pPr>
        <w:jc w:val="both"/>
        <w:rPr>
          <w:b/>
        </w:rPr>
      </w:pPr>
      <w:r w:rsidRPr="00B65097">
        <w:rPr>
          <w:b/>
          <w:highlight w:val="green"/>
        </w:rPr>
        <w:t>V hlavičke tabuľky prosím doplňte značku a obchodný názov ponúkan</w:t>
      </w:r>
      <w:r w:rsidR="007C131F" w:rsidRPr="00B65097">
        <w:rPr>
          <w:b/>
          <w:highlight w:val="green"/>
        </w:rPr>
        <w:t>ého motorového vozidla</w:t>
      </w:r>
      <w:r w:rsidRPr="00B65097">
        <w:rPr>
          <w:b/>
          <w:highlight w:val="green"/>
        </w:rPr>
        <w:t>.</w:t>
      </w:r>
    </w:p>
    <w:p w14:paraId="13EDB2FD" w14:textId="4140FEAD" w:rsidR="00B6330F" w:rsidRPr="00B65097" w:rsidRDefault="00B6330F" w:rsidP="00027F72">
      <w:pPr>
        <w:jc w:val="both"/>
        <w:rPr>
          <w:b/>
          <w:color w:val="FF0000"/>
        </w:rPr>
      </w:pPr>
      <w:r w:rsidRPr="00B65097">
        <w:rPr>
          <w:b/>
          <w:color w:val="FF0000"/>
          <w:highlight w:val="yellow"/>
        </w:rPr>
        <w:t>V tabuľke na miesta vyznačené žltým podkladom, prosím doplňte presné hodnoty technických parametrov ponúkan</w:t>
      </w:r>
      <w:r w:rsidR="007C131F" w:rsidRPr="00B65097">
        <w:rPr>
          <w:b/>
          <w:color w:val="FF0000"/>
          <w:highlight w:val="yellow"/>
        </w:rPr>
        <w:t>ého vozidla</w:t>
      </w:r>
      <w:r w:rsidRPr="00B65097">
        <w:rPr>
          <w:b/>
          <w:color w:val="FF0000"/>
          <w:highlight w:val="yellow"/>
        </w:rPr>
        <w:t>.</w:t>
      </w:r>
    </w:p>
    <w:p w14:paraId="1670141C" w14:textId="2E092782" w:rsidR="006F7366" w:rsidRDefault="00B6330F" w:rsidP="002A0E24">
      <w:pPr>
        <w:jc w:val="both"/>
      </w:pPr>
      <w:r w:rsidRPr="002A0E24">
        <w:rPr>
          <w:b/>
          <w:sz w:val="26"/>
          <w:szCs w:val="26"/>
        </w:rPr>
        <w:t xml:space="preserve">V časti Technické vlastnosti uvádza </w:t>
      </w:r>
      <w:r w:rsidR="00B65097">
        <w:rPr>
          <w:b/>
          <w:sz w:val="26"/>
          <w:szCs w:val="26"/>
        </w:rPr>
        <w:t xml:space="preserve">menovite </w:t>
      </w:r>
      <w:r w:rsidRPr="002A0E24">
        <w:rPr>
          <w:b/>
          <w:sz w:val="26"/>
          <w:szCs w:val="26"/>
        </w:rPr>
        <w:t>verejný obstarávateľ všetky zložky požadované vo výbave vozidla. Ak uchádzač nedodá požadovanú výbavu vozidla, bude z verejnej súťaže vylúčený.</w:t>
      </w:r>
      <w:r w:rsidR="00B65097">
        <w:rPr>
          <w:b/>
          <w:sz w:val="26"/>
          <w:szCs w:val="26"/>
        </w:rPr>
        <w:t xml:space="preserve"> V tabuľke je potrebné vyznačiť áno/nie, prípadne doplniť iné technické vlastnosti vozidla. Tabuľka je editovateľná. </w:t>
      </w:r>
    </w:p>
    <w:sectPr w:rsidR="006F7366" w:rsidSect="00CE4D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800" w:right="992" w:bottom="1134" w:left="1134" w:header="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814F4" w14:textId="77777777" w:rsidR="000D19C6" w:rsidRDefault="000D19C6">
      <w:r>
        <w:separator/>
      </w:r>
    </w:p>
  </w:endnote>
  <w:endnote w:type="continuationSeparator" w:id="0">
    <w:p w14:paraId="0D35AB20" w14:textId="77777777" w:rsidR="000D19C6" w:rsidRDefault="000D1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5D088" w14:textId="77777777" w:rsidR="003A4484" w:rsidRDefault="008D7124" w:rsidP="002128B6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3A4484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23DA4CF" w14:textId="77777777" w:rsidR="003A4484" w:rsidRDefault="003A4484" w:rsidP="005E4E0D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D726E" w14:textId="77777777" w:rsidR="003A4484" w:rsidRDefault="003A4484" w:rsidP="002128B6">
    <w:pPr>
      <w:pStyle w:val="Pta"/>
      <w:framePr w:wrap="around" w:vAnchor="text" w:hAnchor="margin" w:xAlign="right" w:y="1"/>
      <w:rPr>
        <w:rStyle w:val="slostrany"/>
      </w:rPr>
    </w:pPr>
  </w:p>
  <w:p w14:paraId="252BB3D0" w14:textId="77777777" w:rsidR="003A4484" w:rsidRDefault="003A4484" w:rsidP="00DA46C8">
    <w:pPr>
      <w:jc w:val="center"/>
    </w:pPr>
    <w:r w:rsidRPr="00B6330F">
      <w:rPr>
        <w:rFonts w:ascii="Calibri" w:hAnsi="Calibri" w:cs="Calibri"/>
        <w:color w:val="7F7F7F"/>
        <w:sz w:val="16"/>
        <w:szCs w:val="16"/>
      </w:rPr>
      <w:t>tel.: +421 45 694 96 10, IČO: 00320501, e-mail: primator@banskastiavnica.sk, Bankové spojenie: SK5302000000000014525422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0C507" w14:textId="77777777" w:rsidR="003A4484" w:rsidRDefault="003A4484" w:rsidP="00146D30">
    <w:pPr>
      <w:jc w:val="center"/>
    </w:pPr>
    <w:r w:rsidRPr="00B6330F">
      <w:rPr>
        <w:rFonts w:ascii="Calibri" w:hAnsi="Calibri" w:cs="Calibri"/>
        <w:color w:val="7F7F7F"/>
        <w:sz w:val="16"/>
        <w:szCs w:val="16"/>
      </w:rPr>
      <w:t>tel.: +421 45 694 96 10, IČO: 00320501, e-mail: primator@banskastiavnica.sk, Bankové spojenie: SK5302000000000014525422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48132E" w14:textId="77777777" w:rsidR="000D19C6" w:rsidRDefault="000D19C6">
      <w:r>
        <w:separator/>
      </w:r>
    </w:p>
  </w:footnote>
  <w:footnote w:type="continuationSeparator" w:id="0">
    <w:p w14:paraId="3852F39A" w14:textId="77777777" w:rsidR="000D19C6" w:rsidRDefault="000D1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71EC2" w14:textId="77777777" w:rsidR="003A4484" w:rsidRDefault="003A448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0070F" w14:textId="77777777" w:rsidR="003A4484" w:rsidRDefault="003A4484" w:rsidP="004266FE">
    <w:pPr>
      <w:pStyle w:val="Hlavika"/>
      <w:tabs>
        <w:tab w:val="clear" w:pos="9072"/>
        <w:tab w:val="right" w:pos="-1800"/>
      </w:tabs>
      <w:ind w:left="-1418" w:right="-137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B94F54" w14:textId="49FB5CED" w:rsidR="003A4484" w:rsidRDefault="003A4484" w:rsidP="004266FE">
    <w:pPr>
      <w:pStyle w:val="Hlavika"/>
      <w:tabs>
        <w:tab w:val="clear" w:pos="9072"/>
        <w:tab w:val="right" w:pos="-1800"/>
      </w:tabs>
      <w:ind w:left="-1418" w:right="-1370"/>
    </w:pPr>
    <w:r>
      <w:rPr>
        <w:noProof/>
      </w:rPr>
      <w:drawing>
        <wp:anchor distT="0" distB="0" distL="114300" distR="114300" simplePos="0" relativeHeight="251660800" behindDoc="1" locked="0" layoutInCell="1" allowOverlap="1" wp14:anchorId="208061CD" wp14:editId="7834ABCB">
          <wp:simplePos x="0" y="0"/>
          <wp:positionH relativeFrom="column">
            <wp:posOffset>-20344</wp:posOffset>
          </wp:positionH>
          <wp:positionV relativeFrom="paragraph">
            <wp:posOffset>416859</wp:posOffset>
          </wp:positionV>
          <wp:extent cx="1914162" cy="795020"/>
          <wp:effectExtent l="0" t="0" r="0" b="5080"/>
          <wp:wrapNone/>
          <wp:docPr id="59" name="Grafický objekt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4162" cy="795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E7D8E"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7AF7F0A" wp14:editId="44569E15">
              <wp:simplePos x="0" y="0"/>
              <wp:positionH relativeFrom="column">
                <wp:posOffset>-81915</wp:posOffset>
              </wp:positionH>
              <wp:positionV relativeFrom="paragraph">
                <wp:posOffset>1266825</wp:posOffset>
              </wp:positionV>
              <wp:extent cx="2486025" cy="1076325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6025" cy="1076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A95283" w14:textId="77777777" w:rsidR="003A4484" w:rsidRPr="00B6330F" w:rsidRDefault="003A4484" w:rsidP="0044023F">
                          <w:pPr>
                            <w:rPr>
                              <w:rFonts w:ascii="Calibri" w:hAnsi="Calibri" w:cs="Calibri"/>
                              <w:b/>
                              <w:color w:val="7F7F7F"/>
                              <w:sz w:val="16"/>
                              <w:szCs w:val="16"/>
                            </w:rPr>
                          </w:pPr>
                          <w:r w:rsidRPr="00B6330F">
                            <w:rPr>
                              <w:rFonts w:ascii="Calibri" w:hAnsi="Calibri" w:cs="Calibri"/>
                              <w:b/>
                              <w:color w:val="7F7F7F"/>
                              <w:sz w:val="16"/>
                              <w:szCs w:val="16"/>
                            </w:rPr>
                            <w:t>Mesto Banská Štiavnica</w:t>
                          </w:r>
                        </w:p>
                        <w:p w14:paraId="74CF480C" w14:textId="77777777" w:rsidR="003A4484" w:rsidRPr="00B6330F" w:rsidRDefault="003A4484" w:rsidP="0044023F">
                          <w:pPr>
                            <w:rPr>
                              <w:rFonts w:ascii="Calibri" w:hAnsi="Calibri" w:cs="Calibri"/>
                              <w:color w:val="7F7F7F"/>
                              <w:sz w:val="16"/>
                              <w:szCs w:val="16"/>
                            </w:rPr>
                          </w:pPr>
                          <w:r w:rsidRPr="00B6330F">
                            <w:rPr>
                              <w:rFonts w:ascii="Calibri" w:hAnsi="Calibri" w:cs="Calibri"/>
                              <w:color w:val="7F7F7F"/>
                              <w:sz w:val="16"/>
                              <w:szCs w:val="16"/>
                            </w:rPr>
                            <w:t>Radničné námestie 1</w:t>
                          </w:r>
                        </w:p>
                        <w:p w14:paraId="4F0BFA1B" w14:textId="77777777" w:rsidR="003A4484" w:rsidRPr="00B6330F" w:rsidRDefault="003A4484" w:rsidP="0044023F">
                          <w:pPr>
                            <w:rPr>
                              <w:rFonts w:ascii="Calibri" w:hAnsi="Calibri" w:cs="Calibri"/>
                              <w:color w:val="7F7F7F"/>
                              <w:sz w:val="16"/>
                              <w:szCs w:val="16"/>
                            </w:rPr>
                          </w:pPr>
                          <w:r w:rsidRPr="00B6330F">
                            <w:rPr>
                              <w:rFonts w:ascii="Calibri" w:hAnsi="Calibri" w:cs="Calibri"/>
                              <w:color w:val="7F7F7F"/>
                              <w:sz w:val="16"/>
                              <w:szCs w:val="16"/>
                            </w:rPr>
                            <w:t>969 24 Banská Štiavnica 1</w:t>
                          </w:r>
                        </w:p>
                        <w:p w14:paraId="1986C07E" w14:textId="77777777" w:rsidR="003A4484" w:rsidRPr="00B6330F" w:rsidRDefault="003A4484" w:rsidP="0044023F">
                          <w:pPr>
                            <w:rPr>
                              <w:rFonts w:ascii="Calibri" w:hAnsi="Calibri" w:cs="Calibri"/>
                              <w:color w:val="7F7F7F"/>
                              <w:sz w:val="16"/>
                              <w:szCs w:val="16"/>
                            </w:rPr>
                          </w:pPr>
                        </w:p>
                        <w:p w14:paraId="61935DB7" w14:textId="77777777" w:rsidR="003A4484" w:rsidRPr="00B6330F" w:rsidRDefault="003A4484" w:rsidP="00741A72">
                          <w:pPr>
                            <w:rPr>
                              <w:rFonts w:ascii="Calibri" w:hAnsi="Calibri" w:cs="Calibri"/>
                              <w:color w:val="7F7F7F"/>
                              <w:sz w:val="16"/>
                              <w:szCs w:val="16"/>
                            </w:rPr>
                          </w:pPr>
                        </w:p>
                        <w:p w14:paraId="6D7F1B4E" w14:textId="77777777" w:rsidR="003A4484" w:rsidRPr="00B6330F" w:rsidRDefault="003A4484" w:rsidP="0044023F">
                          <w:pPr>
                            <w:rPr>
                              <w:rFonts w:ascii="Calibri" w:hAnsi="Calibri" w:cs="Calibri"/>
                              <w:color w:val="808080"/>
                              <w:sz w:val="16"/>
                              <w:szCs w:val="16"/>
                            </w:rPr>
                          </w:pPr>
                        </w:p>
                        <w:p w14:paraId="404779C5" w14:textId="77777777" w:rsidR="003A4484" w:rsidRPr="005E4E0D" w:rsidRDefault="003A4484" w:rsidP="000605FF">
                          <w:pPr>
                            <w:jc w:val="right"/>
                            <w:rPr>
                              <w:rFonts w:ascii="Arial" w:hAnsi="Arial" w:cs="Arial"/>
                              <w:color w:val="80808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AF7F0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-6.45pt;margin-top:99.75pt;width:195.75pt;height:84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" filled="f" stroked="f">
              <v:textbox inset=",,0">
                <w:txbxContent>
                  <w:p w14:paraId="42A95283" w14:textId="77777777" w:rsidR="003A4484" w:rsidRPr="00B6330F" w:rsidRDefault="003A4484" w:rsidP="0044023F">
                    <w:pPr>
                      <w:rPr>
                        <w:rFonts w:ascii="Calibri" w:hAnsi="Calibri" w:cs="Calibri"/>
                        <w:b/>
                        <w:color w:val="7F7F7F"/>
                        <w:sz w:val="16"/>
                        <w:szCs w:val="16"/>
                      </w:rPr>
                    </w:pPr>
                    <w:r w:rsidRPr="00B6330F">
                      <w:rPr>
                        <w:rFonts w:ascii="Calibri" w:hAnsi="Calibri" w:cs="Calibri"/>
                        <w:b/>
                        <w:color w:val="7F7F7F"/>
                        <w:sz w:val="16"/>
                        <w:szCs w:val="16"/>
                      </w:rPr>
                      <w:t>Mesto Banská Štiavnica</w:t>
                    </w:r>
                  </w:p>
                  <w:p w14:paraId="74CF480C" w14:textId="77777777" w:rsidR="003A4484" w:rsidRPr="00B6330F" w:rsidRDefault="003A4484" w:rsidP="0044023F">
                    <w:pPr>
                      <w:rPr>
                        <w:rFonts w:ascii="Calibri" w:hAnsi="Calibri" w:cs="Calibri"/>
                        <w:color w:val="7F7F7F"/>
                        <w:sz w:val="16"/>
                        <w:szCs w:val="16"/>
                      </w:rPr>
                    </w:pPr>
                    <w:r w:rsidRPr="00B6330F">
                      <w:rPr>
                        <w:rFonts w:ascii="Calibri" w:hAnsi="Calibri" w:cs="Calibri"/>
                        <w:color w:val="7F7F7F"/>
                        <w:sz w:val="16"/>
                        <w:szCs w:val="16"/>
                      </w:rPr>
                      <w:t>Radničné námestie 1</w:t>
                    </w:r>
                  </w:p>
                  <w:p w14:paraId="4F0BFA1B" w14:textId="77777777" w:rsidR="003A4484" w:rsidRPr="00B6330F" w:rsidRDefault="003A4484" w:rsidP="0044023F">
                    <w:pPr>
                      <w:rPr>
                        <w:rFonts w:ascii="Calibri" w:hAnsi="Calibri" w:cs="Calibri"/>
                        <w:color w:val="7F7F7F"/>
                        <w:sz w:val="16"/>
                        <w:szCs w:val="16"/>
                      </w:rPr>
                    </w:pPr>
                    <w:r w:rsidRPr="00B6330F">
                      <w:rPr>
                        <w:rFonts w:ascii="Calibri" w:hAnsi="Calibri" w:cs="Calibri"/>
                        <w:color w:val="7F7F7F"/>
                        <w:sz w:val="16"/>
                        <w:szCs w:val="16"/>
                      </w:rPr>
                      <w:t>969 24 Banská Štiavnica 1</w:t>
                    </w:r>
                  </w:p>
                  <w:p w14:paraId="1986C07E" w14:textId="77777777" w:rsidR="003A4484" w:rsidRPr="00B6330F" w:rsidRDefault="003A4484" w:rsidP="0044023F">
                    <w:pPr>
                      <w:rPr>
                        <w:rFonts w:ascii="Calibri" w:hAnsi="Calibri" w:cs="Calibri"/>
                        <w:color w:val="7F7F7F"/>
                        <w:sz w:val="16"/>
                        <w:szCs w:val="16"/>
                      </w:rPr>
                    </w:pPr>
                  </w:p>
                  <w:p w14:paraId="61935DB7" w14:textId="77777777" w:rsidR="003A4484" w:rsidRPr="00B6330F" w:rsidRDefault="003A4484" w:rsidP="00741A72">
                    <w:pPr>
                      <w:rPr>
                        <w:rFonts w:ascii="Calibri" w:hAnsi="Calibri" w:cs="Calibri"/>
                        <w:color w:val="7F7F7F"/>
                        <w:sz w:val="16"/>
                        <w:szCs w:val="16"/>
                      </w:rPr>
                    </w:pPr>
                  </w:p>
                  <w:p w14:paraId="6D7F1B4E" w14:textId="77777777" w:rsidR="003A4484" w:rsidRPr="00B6330F" w:rsidRDefault="003A4484" w:rsidP="0044023F">
                    <w:pPr>
                      <w:rPr>
                        <w:rFonts w:ascii="Calibri" w:hAnsi="Calibri" w:cs="Calibri"/>
                        <w:color w:val="808080"/>
                        <w:sz w:val="16"/>
                        <w:szCs w:val="16"/>
                      </w:rPr>
                    </w:pPr>
                  </w:p>
                  <w:p w14:paraId="404779C5" w14:textId="77777777" w:rsidR="003A4484" w:rsidRPr="005E4E0D" w:rsidRDefault="003A4484" w:rsidP="000605FF">
                    <w:pPr>
                      <w:jc w:val="right"/>
                      <w:rPr>
                        <w:rFonts w:ascii="Arial" w:hAnsi="Arial" w:cs="Arial"/>
                        <w:color w:val="80808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13931FE"/>
    <w:multiLevelType w:val="singleLevel"/>
    <w:tmpl w:val="B13931FE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FFFFFF89"/>
    <w:multiLevelType w:val="singleLevel"/>
    <w:tmpl w:val="06DA5118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DC97D1A"/>
    <w:multiLevelType w:val="multilevel"/>
    <w:tmpl w:val="66AAE8CE"/>
    <w:lvl w:ilvl="0">
      <w:start w:val="1"/>
      <w:numFmt w:val="lowerLetter"/>
      <w:lvlText w:val="%1)"/>
      <w:lvlJc w:val="left"/>
      <w:pPr>
        <w:ind w:left="361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14D276B3"/>
    <w:multiLevelType w:val="hybridMultilevel"/>
    <w:tmpl w:val="17BCD35E"/>
    <w:lvl w:ilvl="0" w:tplc="E39684E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131B6"/>
    <w:multiLevelType w:val="hybridMultilevel"/>
    <w:tmpl w:val="9A58C43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0B578E"/>
    <w:multiLevelType w:val="hybridMultilevel"/>
    <w:tmpl w:val="C232A9E6"/>
    <w:lvl w:ilvl="0" w:tplc="5936F006">
      <w:start w:val="1"/>
      <w:numFmt w:val="upperLetter"/>
      <w:lvlText w:val="%1."/>
      <w:lvlJc w:val="left"/>
      <w:pPr>
        <w:ind w:left="603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6750" w:hanging="360"/>
      </w:pPr>
    </w:lvl>
    <w:lvl w:ilvl="2" w:tplc="041B001B" w:tentative="1">
      <w:start w:val="1"/>
      <w:numFmt w:val="lowerRoman"/>
      <w:lvlText w:val="%3."/>
      <w:lvlJc w:val="right"/>
      <w:pPr>
        <w:ind w:left="7470" w:hanging="180"/>
      </w:pPr>
    </w:lvl>
    <w:lvl w:ilvl="3" w:tplc="041B000F" w:tentative="1">
      <w:start w:val="1"/>
      <w:numFmt w:val="decimal"/>
      <w:lvlText w:val="%4."/>
      <w:lvlJc w:val="left"/>
      <w:pPr>
        <w:ind w:left="8190" w:hanging="360"/>
      </w:pPr>
    </w:lvl>
    <w:lvl w:ilvl="4" w:tplc="041B0019" w:tentative="1">
      <w:start w:val="1"/>
      <w:numFmt w:val="lowerLetter"/>
      <w:lvlText w:val="%5."/>
      <w:lvlJc w:val="left"/>
      <w:pPr>
        <w:ind w:left="8910" w:hanging="360"/>
      </w:pPr>
    </w:lvl>
    <w:lvl w:ilvl="5" w:tplc="041B001B" w:tentative="1">
      <w:start w:val="1"/>
      <w:numFmt w:val="lowerRoman"/>
      <w:lvlText w:val="%6."/>
      <w:lvlJc w:val="right"/>
      <w:pPr>
        <w:ind w:left="9630" w:hanging="180"/>
      </w:pPr>
    </w:lvl>
    <w:lvl w:ilvl="6" w:tplc="041B000F" w:tentative="1">
      <w:start w:val="1"/>
      <w:numFmt w:val="decimal"/>
      <w:lvlText w:val="%7."/>
      <w:lvlJc w:val="left"/>
      <w:pPr>
        <w:ind w:left="10350" w:hanging="360"/>
      </w:pPr>
    </w:lvl>
    <w:lvl w:ilvl="7" w:tplc="041B0019" w:tentative="1">
      <w:start w:val="1"/>
      <w:numFmt w:val="lowerLetter"/>
      <w:lvlText w:val="%8."/>
      <w:lvlJc w:val="left"/>
      <w:pPr>
        <w:ind w:left="11070" w:hanging="360"/>
      </w:pPr>
    </w:lvl>
    <w:lvl w:ilvl="8" w:tplc="041B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6" w15:restartNumberingAfterBreak="0">
    <w:nsid w:val="3F5A1B04"/>
    <w:multiLevelType w:val="hybridMultilevel"/>
    <w:tmpl w:val="6C4CFBCE"/>
    <w:lvl w:ilvl="0" w:tplc="0F6ACC5C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EAD04A4"/>
    <w:multiLevelType w:val="hybridMultilevel"/>
    <w:tmpl w:val="EFE6EF2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6B44C9"/>
    <w:multiLevelType w:val="hybridMultilevel"/>
    <w:tmpl w:val="A7CE15AC"/>
    <w:lvl w:ilvl="0" w:tplc="E0C2F15E">
      <w:numFmt w:val="bullet"/>
      <w:lvlText w:val="-"/>
      <w:lvlJc w:val="left"/>
      <w:pPr>
        <w:ind w:left="720" w:hanging="360"/>
      </w:pPr>
      <w:rPr>
        <w:rFonts w:ascii="Arial Narrow" w:eastAsiaTheme="minorEastAsia" w:hAnsi="Arial Narrow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63349"/>
    <w:multiLevelType w:val="hybridMultilevel"/>
    <w:tmpl w:val="5E36D4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883A53"/>
    <w:multiLevelType w:val="singleLevel"/>
    <w:tmpl w:val="6D883A53"/>
    <w:lvl w:ilvl="0">
      <w:start w:val="16"/>
      <w:numFmt w:val="bullet"/>
      <w:lvlText w:val="-"/>
      <w:lvlJc w:val="left"/>
      <w:pPr>
        <w:tabs>
          <w:tab w:val="left" w:pos="360"/>
        </w:tabs>
        <w:ind w:left="360" w:hanging="360"/>
      </w:pPr>
    </w:lvl>
  </w:abstractNum>
  <w:abstractNum w:abstractNumId="11" w15:restartNumberingAfterBreak="0">
    <w:nsid w:val="76597C72"/>
    <w:multiLevelType w:val="hybridMultilevel"/>
    <w:tmpl w:val="FA3803A8"/>
    <w:lvl w:ilvl="0" w:tplc="61D82D7A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1456638">
    <w:abstractNumId w:val="1"/>
  </w:num>
  <w:num w:numId="2" w16cid:durableId="578559146">
    <w:abstractNumId w:val="8"/>
  </w:num>
  <w:num w:numId="3" w16cid:durableId="1291595048">
    <w:abstractNumId w:val="6"/>
  </w:num>
  <w:num w:numId="4" w16cid:durableId="220873312">
    <w:abstractNumId w:val="9"/>
  </w:num>
  <w:num w:numId="5" w16cid:durableId="523859215">
    <w:abstractNumId w:val="11"/>
  </w:num>
  <w:num w:numId="6" w16cid:durableId="384912008">
    <w:abstractNumId w:val="4"/>
  </w:num>
  <w:num w:numId="7" w16cid:durableId="1514997490">
    <w:abstractNumId w:val="5"/>
  </w:num>
  <w:num w:numId="8" w16cid:durableId="1633056021">
    <w:abstractNumId w:val="0"/>
  </w:num>
  <w:num w:numId="9" w16cid:durableId="1901283717">
    <w:abstractNumId w:val="10"/>
  </w:num>
  <w:num w:numId="10" w16cid:durableId="808865639">
    <w:abstractNumId w:val="7"/>
  </w:num>
  <w:num w:numId="11" w16cid:durableId="1395740572">
    <w:abstractNumId w:val="2"/>
  </w:num>
  <w:num w:numId="12" w16cid:durableId="7540861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2D"/>
    <w:rsid w:val="000036AB"/>
    <w:rsid w:val="00027656"/>
    <w:rsid w:val="00027F72"/>
    <w:rsid w:val="000302F6"/>
    <w:rsid w:val="000314CB"/>
    <w:rsid w:val="000605FF"/>
    <w:rsid w:val="000811A5"/>
    <w:rsid w:val="00084A76"/>
    <w:rsid w:val="00090052"/>
    <w:rsid w:val="000A4705"/>
    <w:rsid w:val="000B55CD"/>
    <w:rsid w:val="000D19C6"/>
    <w:rsid w:val="000D7FAA"/>
    <w:rsid w:val="001116E7"/>
    <w:rsid w:val="00125F82"/>
    <w:rsid w:val="00130424"/>
    <w:rsid w:val="00146D30"/>
    <w:rsid w:val="00173A8B"/>
    <w:rsid w:val="00186FC8"/>
    <w:rsid w:val="001A0D8E"/>
    <w:rsid w:val="001A28CB"/>
    <w:rsid w:val="001B11F6"/>
    <w:rsid w:val="001B2C9D"/>
    <w:rsid w:val="001B46F5"/>
    <w:rsid w:val="001B736F"/>
    <w:rsid w:val="001C0BBA"/>
    <w:rsid w:val="001C2F67"/>
    <w:rsid w:val="001D6462"/>
    <w:rsid w:val="001E0104"/>
    <w:rsid w:val="001F23F9"/>
    <w:rsid w:val="00201BF3"/>
    <w:rsid w:val="00201DA3"/>
    <w:rsid w:val="002103C7"/>
    <w:rsid w:val="002128B6"/>
    <w:rsid w:val="00213C7E"/>
    <w:rsid w:val="00214D1D"/>
    <w:rsid w:val="002724FA"/>
    <w:rsid w:val="002A0E24"/>
    <w:rsid w:val="002A1C3F"/>
    <w:rsid w:val="002B4D94"/>
    <w:rsid w:val="002D0E9F"/>
    <w:rsid w:val="002D165C"/>
    <w:rsid w:val="002E7D8E"/>
    <w:rsid w:val="00300774"/>
    <w:rsid w:val="00331331"/>
    <w:rsid w:val="003357F4"/>
    <w:rsid w:val="00337678"/>
    <w:rsid w:val="00367B7E"/>
    <w:rsid w:val="00392021"/>
    <w:rsid w:val="003A4484"/>
    <w:rsid w:val="003B05D6"/>
    <w:rsid w:val="003B7401"/>
    <w:rsid w:val="003C7D9D"/>
    <w:rsid w:val="003D41DD"/>
    <w:rsid w:val="003D4EC6"/>
    <w:rsid w:val="003E5B48"/>
    <w:rsid w:val="003F37A0"/>
    <w:rsid w:val="003F62E2"/>
    <w:rsid w:val="00403866"/>
    <w:rsid w:val="00411348"/>
    <w:rsid w:val="004129F8"/>
    <w:rsid w:val="0041565A"/>
    <w:rsid w:val="004266FE"/>
    <w:rsid w:val="004320DE"/>
    <w:rsid w:val="0044023F"/>
    <w:rsid w:val="0047148C"/>
    <w:rsid w:val="00476683"/>
    <w:rsid w:val="004B5CB5"/>
    <w:rsid w:val="004D52B6"/>
    <w:rsid w:val="004D6006"/>
    <w:rsid w:val="004F065B"/>
    <w:rsid w:val="004F0B8C"/>
    <w:rsid w:val="0051173E"/>
    <w:rsid w:val="00512860"/>
    <w:rsid w:val="00517898"/>
    <w:rsid w:val="00517E36"/>
    <w:rsid w:val="00525F61"/>
    <w:rsid w:val="00536DBF"/>
    <w:rsid w:val="00596B1F"/>
    <w:rsid w:val="0059710E"/>
    <w:rsid w:val="005A5EC8"/>
    <w:rsid w:val="005C44C8"/>
    <w:rsid w:val="005D589A"/>
    <w:rsid w:val="005E4E0D"/>
    <w:rsid w:val="005F365E"/>
    <w:rsid w:val="006154E6"/>
    <w:rsid w:val="00621235"/>
    <w:rsid w:val="0063705C"/>
    <w:rsid w:val="00645FCD"/>
    <w:rsid w:val="006469AF"/>
    <w:rsid w:val="00653A09"/>
    <w:rsid w:val="00654DD3"/>
    <w:rsid w:val="00662B9C"/>
    <w:rsid w:val="00676995"/>
    <w:rsid w:val="00685B61"/>
    <w:rsid w:val="00690932"/>
    <w:rsid w:val="006919B8"/>
    <w:rsid w:val="006B1ECB"/>
    <w:rsid w:val="006D34A8"/>
    <w:rsid w:val="006E2B81"/>
    <w:rsid w:val="006F4BC7"/>
    <w:rsid w:val="006F7366"/>
    <w:rsid w:val="00701988"/>
    <w:rsid w:val="00717AD7"/>
    <w:rsid w:val="0072285C"/>
    <w:rsid w:val="00726564"/>
    <w:rsid w:val="00734926"/>
    <w:rsid w:val="00741A72"/>
    <w:rsid w:val="00745154"/>
    <w:rsid w:val="00765956"/>
    <w:rsid w:val="00795D16"/>
    <w:rsid w:val="007A4493"/>
    <w:rsid w:val="007B0CC4"/>
    <w:rsid w:val="007B6DB9"/>
    <w:rsid w:val="007C131F"/>
    <w:rsid w:val="007C5C31"/>
    <w:rsid w:val="007D557B"/>
    <w:rsid w:val="007E074F"/>
    <w:rsid w:val="007E4EB5"/>
    <w:rsid w:val="008015B0"/>
    <w:rsid w:val="008065E3"/>
    <w:rsid w:val="00824A96"/>
    <w:rsid w:val="0083205C"/>
    <w:rsid w:val="00837681"/>
    <w:rsid w:val="008434AF"/>
    <w:rsid w:val="00854710"/>
    <w:rsid w:val="00886699"/>
    <w:rsid w:val="008944BC"/>
    <w:rsid w:val="008A4ECA"/>
    <w:rsid w:val="008C20F8"/>
    <w:rsid w:val="008C47E0"/>
    <w:rsid w:val="008C5A75"/>
    <w:rsid w:val="008D002B"/>
    <w:rsid w:val="008D1757"/>
    <w:rsid w:val="008D3293"/>
    <w:rsid w:val="008D7124"/>
    <w:rsid w:val="008F37FF"/>
    <w:rsid w:val="008F602E"/>
    <w:rsid w:val="00921B27"/>
    <w:rsid w:val="00922F2D"/>
    <w:rsid w:val="00933973"/>
    <w:rsid w:val="00942492"/>
    <w:rsid w:val="0095795B"/>
    <w:rsid w:val="00966160"/>
    <w:rsid w:val="00985D8B"/>
    <w:rsid w:val="00991291"/>
    <w:rsid w:val="00993C54"/>
    <w:rsid w:val="009A3993"/>
    <w:rsid w:val="009C40EA"/>
    <w:rsid w:val="009C4A5A"/>
    <w:rsid w:val="009C6DA2"/>
    <w:rsid w:val="009D253F"/>
    <w:rsid w:val="009D68A0"/>
    <w:rsid w:val="009F625E"/>
    <w:rsid w:val="00A0416A"/>
    <w:rsid w:val="00A07BD3"/>
    <w:rsid w:val="00A07C8D"/>
    <w:rsid w:val="00A11324"/>
    <w:rsid w:val="00A224A6"/>
    <w:rsid w:val="00A23141"/>
    <w:rsid w:val="00A31BFD"/>
    <w:rsid w:val="00A3225E"/>
    <w:rsid w:val="00A37193"/>
    <w:rsid w:val="00A51AEE"/>
    <w:rsid w:val="00A55CBE"/>
    <w:rsid w:val="00A86AEC"/>
    <w:rsid w:val="00A914F6"/>
    <w:rsid w:val="00A97D9C"/>
    <w:rsid w:val="00AA7EB4"/>
    <w:rsid w:val="00AB7838"/>
    <w:rsid w:val="00AC04DA"/>
    <w:rsid w:val="00AF677A"/>
    <w:rsid w:val="00AF6C6B"/>
    <w:rsid w:val="00B16FA8"/>
    <w:rsid w:val="00B22C0F"/>
    <w:rsid w:val="00B26E5D"/>
    <w:rsid w:val="00B37E1C"/>
    <w:rsid w:val="00B46B9A"/>
    <w:rsid w:val="00B46F39"/>
    <w:rsid w:val="00B6330F"/>
    <w:rsid w:val="00B65097"/>
    <w:rsid w:val="00B93CDE"/>
    <w:rsid w:val="00B94356"/>
    <w:rsid w:val="00BA2F58"/>
    <w:rsid w:val="00BA7A59"/>
    <w:rsid w:val="00BB0919"/>
    <w:rsid w:val="00BB4B2C"/>
    <w:rsid w:val="00BE3111"/>
    <w:rsid w:val="00C33E37"/>
    <w:rsid w:val="00C56AD6"/>
    <w:rsid w:val="00C63CC4"/>
    <w:rsid w:val="00C725DD"/>
    <w:rsid w:val="00C83415"/>
    <w:rsid w:val="00CA0AB0"/>
    <w:rsid w:val="00CA0FE7"/>
    <w:rsid w:val="00CA389A"/>
    <w:rsid w:val="00CA4F4A"/>
    <w:rsid w:val="00CC09D9"/>
    <w:rsid w:val="00CD1B82"/>
    <w:rsid w:val="00CD4C23"/>
    <w:rsid w:val="00CD4ED5"/>
    <w:rsid w:val="00CE28EB"/>
    <w:rsid w:val="00CE4DEF"/>
    <w:rsid w:val="00CF0C0E"/>
    <w:rsid w:val="00D538FD"/>
    <w:rsid w:val="00D93287"/>
    <w:rsid w:val="00D952BE"/>
    <w:rsid w:val="00D96164"/>
    <w:rsid w:val="00DA46C8"/>
    <w:rsid w:val="00DB2F37"/>
    <w:rsid w:val="00DB575F"/>
    <w:rsid w:val="00DB6C23"/>
    <w:rsid w:val="00DE03D1"/>
    <w:rsid w:val="00DE7799"/>
    <w:rsid w:val="00E05321"/>
    <w:rsid w:val="00E13982"/>
    <w:rsid w:val="00E66E86"/>
    <w:rsid w:val="00E75032"/>
    <w:rsid w:val="00E971E4"/>
    <w:rsid w:val="00EB2907"/>
    <w:rsid w:val="00EE0182"/>
    <w:rsid w:val="00EE0EB9"/>
    <w:rsid w:val="00F02F6A"/>
    <w:rsid w:val="00F16943"/>
    <w:rsid w:val="00F42FBF"/>
    <w:rsid w:val="00F43928"/>
    <w:rsid w:val="00F524DF"/>
    <w:rsid w:val="00F60D04"/>
    <w:rsid w:val="00F71351"/>
    <w:rsid w:val="00F95273"/>
    <w:rsid w:val="00F9535A"/>
    <w:rsid w:val="00FA2B92"/>
    <w:rsid w:val="00FD1C84"/>
    <w:rsid w:val="00FD71F5"/>
    <w:rsid w:val="00FF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7BCD5C"/>
  <w15:docId w15:val="{ED9DF6E6-A830-404C-860C-A237CA136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AA7EB4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4266FE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4266FE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uiPriority w:val="59"/>
    <w:rsid w:val="004266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any">
    <w:name w:val="page number"/>
    <w:basedOn w:val="Predvolenpsmoodseku"/>
    <w:rsid w:val="005E4E0D"/>
  </w:style>
  <w:style w:type="paragraph" w:styleId="Zoznamsodrkami">
    <w:name w:val="List Bullet"/>
    <w:basedOn w:val="Normlny"/>
    <w:unhideWhenUsed/>
    <w:rsid w:val="00CC09D9"/>
    <w:pPr>
      <w:numPr>
        <w:numId w:val="1"/>
      </w:numPr>
      <w:contextualSpacing/>
    </w:pPr>
  </w:style>
  <w:style w:type="paragraph" w:styleId="Textbubliny">
    <w:name w:val="Balloon Text"/>
    <w:basedOn w:val="Normlny"/>
    <w:link w:val="TextbublinyChar"/>
    <w:rsid w:val="00A07C8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A07C8D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nhideWhenUsed/>
    <w:rsid w:val="00146D30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46D30"/>
    <w:rPr>
      <w:color w:val="808080"/>
      <w:shd w:val="clear" w:color="auto" w:fill="E6E6E6"/>
    </w:rPr>
  </w:style>
  <w:style w:type="paragraph" w:styleId="Bezriadkovania">
    <w:name w:val="No Spacing"/>
    <w:uiPriority w:val="1"/>
    <w:qFormat/>
    <w:rsid w:val="004D52B6"/>
    <w:rPr>
      <w:sz w:val="24"/>
      <w:szCs w:val="24"/>
    </w:rPr>
  </w:style>
  <w:style w:type="paragraph" w:customStyle="1" w:styleId="Bezriadkovania1">
    <w:name w:val="Bez riadkovania1"/>
    <w:rsid w:val="009D253F"/>
    <w:rPr>
      <w:rFonts w:eastAsia="Calibri"/>
      <w:sz w:val="24"/>
      <w:szCs w:val="24"/>
    </w:rPr>
  </w:style>
  <w:style w:type="paragraph" w:customStyle="1" w:styleId="Bezriadkovania10">
    <w:name w:val="Bez riadkovania1"/>
    <w:rsid w:val="009D253F"/>
    <w:rPr>
      <w:rFonts w:eastAsia="Calibri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9D253F"/>
    <w:pPr>
      <w:spacing w:before="100" w:beforeAutospacing="1" w:after="100" w:afterAutospacing="1"/>
    </w:pPr>
  </w:style>
  <w:style w:type="paragraph" w:styleId="Zarkazkladnhotextu">
    <w:name w:val="Body Text Indent"/>
    <w:basedOn w:val="Normlny"/>
    <w:link w:val="ZarkazkladnhotextuChar"/>
    <w:rsid w:val="003D4EC6"/>
    <w:pPr>
      <w:spacing w:after="120"/>
      <w:ind w:left="283"/>
    </w:pPr>
    <w:rPr>
      <w:rFonts w:eastAsiaTheme="minorEastAsia" w:cstheme="minorBidi"/>
      <w:szCs w:val="22"/>
    </w:rPr>
  </w:style>
  <w:style w:type="character" w:customStyle="1" w:styleId="ZarkazkladnhotextuChar">
    <w:name w:val="Zarážka základného textu Char"/>
    <w:basedOn w:val="Predvolenpsmoodseku"/>
    <w:link w:val="Zarkazkladnhotextu"/>
    <w:rsid w:val="003D4EC6"/>
    <w:rPr>
      <w:rFonts w:eastAsiaTheme="minorEastAsia" w:cstheme="minorBidi"/>
      <w:sz w:val="24"/>
      <w:szCs w:val="22"/>
    </w:rPr>
  </w:style>
  <w:style w:type="paragraph" w:styleId="Odsekzoznamu">
    <w:name w:val="List Paragraph"/>
    <w:basedOn w:val="Normlny"/>
    <w:uiPriority w:val="34"/>
    <w:qFormat/>
    <w:rsid w:val="003D4EC6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infomessage1">
    <w:name w:val="infomessage1"/>
    <w:basedOn w:val="Predvolenpsmoodseku"/>
    <w:rsid w:val="003D4EC6"/>
    <w:rPr>
      <w:strike w:val="0"/>
      <w:dstrike w:val="0"/>
      <w:sz w:val="18"/>
      <w:szCs w:val="18"/>
      <w:u w:val="none"/>
      <w:effect w:val="none"/>
    </w:rPr>
  </w:style>
  <w:style w:type="character" w:customStyle="1" w:styleId="HlavikaChar">
    <w:name w:val="Hlavička Char"/>
    <w:basedOn w:val="Predvolenpsmoodseku"/>
    <w:link w:val="Hlavika"/>
    <w:rsid w:val="003D4EC6"/>
    <w:rPr>
      <w:sz w:val="24"/>
      <w:szCs w:val="24"/>
    </w:rPr>
  </w:style>
  <w:style w:type="paragraph" w:styleId="Zkladntext">
    <w:name w:val="Body Text"/>
    <w:basedOn w:val="Normlny"/>
    <w:link w:val="ZkladntextChar"/>
    <w:semiHidden/>
    <w:unhideWhenUsed/>
    <w:rsid w:val="00C33E3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semiHidden/>
    <w:rsid w:val="00C33E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47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cuments\Grafika\Hlavickove%20papiere\&#352;abl&#243;ny%20dokumentov%20s%20nov&#253;m%20logom%20II\A_mesto_%20papier_cb%20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A_mesto_ papier_cb </Template>
  <TotalTime>121</TotalTime>
  <Pages>2</Pages>
  <Words>1062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MsÚ Banská Štiavnica</Company>
  <LinksUpToDate>false</LinksUpToDate>
  <CharactersWithSpaces>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Sedilekova</cp:lastModifiedBy>
  <cp:revision>48</cp:revision>
  <cp:lastPrinted>2022-11-09T12:24:00Z</cp:lastPrinted>
  <dcterms:created xsi:type="dcterms:W3CDTF">2024-09-02T07:57:00Z</dcterms:created>
  <dcterms:modified xsi:type="dcterms:W3CDTF">2024-09-03T12:46:00Z</dcterms:modified>
</cp:coreProperties>
</file>